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C72CED7" w:rsidR="009436E4" w:rsidRPr="008154C0" w:rsidRDefault="00C56F4C" w:rsidP="00A67D5C">
      <w:pPr>
        <w:spacing w:after="360"/>
        <w:rPr>
          <w:sz w:val="12"/>
          <w:szCs w:val="12"/>
          <w:lang w:val="de-DE"/>
        </w:rPr>
      </w:pPr>
      <w:r w:rsidRPr="00AD2B7D">
        <w:rPr>
          <w:noProof/>
          <w:sz w:val="12"/>
          <w:szCs w:val="12"/>
        </w:rPr>
        <mc:AlternateContent>
          <mc:Choice Requires="wps">
            <w:drawing>
              <wp:anchor distT="0" distB="0" distL="114300" distR="114300" simplePos="0" relativeHeight="251657215" behindDoc="0" locked="1" layoutInCell="1" allowOverlap="1" wp14:anchorId="3B75F907" wp14:editId="44FAB5AB">
                <wp:simplePos x="0" y="0"/>
                <wp:positionH relativeFrom="page">
                  <wp:align>right</wp:align>
                </wp:positionH>
                <wp:positionV relativeFrom="page">
                  <wp:align>top</wp:align>
                </wp:positionV>
                <wp:extent cx="7559675" cy="2627630"/>
                <wp:effectExtent l="0" t="0" r="3175" b="1270"/>
                <wp:wrapTopAndBottom/>
                <wp:docPr id="1710403588" name="Freeform: Shape 1710403588"/>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a:blip r:embed="rId11" cstate="screen">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B7ED40" id="Freeform: Shape 1710403588" o:spid="_x0000_s1026" style="position:absolute;margin-left:544.05pt;margin-top:0;width:595.25pt;height:206.9pt;z-index:251657215;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middle" coordsize="7559675,270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" path="m,l7559675,r,2700000l1626777,2700000,1259199,2496032,891633,2700000,,2700000,,xe" stroked="f">
                <v:fill r:id="rId12"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r w:rsidR="00612060" w:rsidRPr="008154C0">
        <w:rPr>
          <w:noProof/>
          <w:sz w:val="12"/>
          <w:szCs w:val="12"/>
          <w:lang w:val="de-DE"/>
        </w:rPr>
        <mc:AlternateContent>
          <mc:Choice Requires="wpg">
            <w:drawing>
              <wp:anchor distT="0" distB="0" distL="114300" distR="114300" simplePos="0" relativeHeight="251658241" behindDoc="0" locked="0" layoutInCell="1" allowOverlap="1" wp14:anchorId="05F280CE" wp14:editId="002F5EE1">
                <wp:simplePos x="0" y="0"/>
                <wp:positionH relativeFrom="column">
                  <wp:posOffset>-601069</wp:posOffset>
                </wp:positionH>
                <wp:positionV relativeFrom="paragraph">
                  <wp:posOffset>-601759</wp:posOffset>
                </wp:positionV>
                <wp:extent cx="1233050" cy="1298254"/>
                <wp:effectExtent l="0" t="0" r="5715"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F4A68C1" id="Group 26" o:spid="_x0000_s1026" style="position:absolute;margin-left:-47.35pt;margin-top:-47.4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009436E4" w:rsidRPr="008154C0">
        <w:rPr>
          <w:noProof/>
          <w:sz w:val="12"/>
          <w:szCs w:val="12"/>
          <w:lang w:val="de-DE"/>
        </w:rPr>
        <mc:AlternateContent>
          <mc:Choice Requires="wps">
            <w:drawing>
              <wp:anchor distT="0" distB="0" distL="114300" distR="114300" simplePos="0" relativeHeight="251656190" behindDoc="0" locked="1" layoutInCell="1" allowOverlap="1" wp14:anchorId="2434C79C" wp14:editId="731EA88C">
                <wp:simplePos x="0" y="0"/>
                <wp:positionH relativeFrom="page">
                  <wp:posOffset>0</wp:posOffset>
                </wp:positionH>
                <wp:positionV relativeFrom="page">
                  <wp:posOffset>-38100</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solidFill>
                          <a:schemeClr val="accent6">
                            <a:lumMod val="90000"/>
                          </a:scheme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DB66B" id="Freeform: Shape 10" o:spid="_x0000_s1026" style="position:absolute;margin-left:0;margin-top:-3pt;width:595.25pt;height:206.9pt;z-index:25165619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" path="m,l7559675,r,2700000l1626777,2700000,1259199,2496032,891633,2700000,,2700000,,xe" fillcolor="#c2c3c5 [2889]" stroked="f">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08A15CA1" w:rsidR="004022B4" w:rsidRPr="008154C0" w:rsidRDefault="00CE7095" w:rsidP="00797F40">
      <w:pPr>
        <w:pStyle w:val="RTDocType"/>
        <w:rPr>
          <w:lang w:val="de-DE"/>
        </w:rPr>
      </w:pPr>
      <w:r w:rsidRPr="008154C0">
        <w:rPr>
          <w:lang w:val="de-DE"/>
        </w:rPr>
        <w:t>Pressemitteilung</w:t>
      </w:r>
    </w:p>
    <w:p w14:paraId="10C7654A" w14:textId="15A30D04" w:rsidR="00797F40" w:rsidRPr="008154C0" w:rsidRDefault="00FB6E71" w:rsidP="00797F40">
      <w:pPr>
        <w:pStyle w:val="RTDate"/>
        <w:rPr>
          <w:lang w:val="de-DE"/>
        </w:rPr>
      </w:pPr>
      <w:r w:rsidRPr="008154C0">
        <w:rPr>
          <w:noProof/>
          <w:lang w:val="de-DE"/>
        </w:rPr>
        <w:t>JU</w:t>
      </w:r>
      <w:r w:rsidR="00173F45" w:rsidRPr="008154C0">
        <w:rPr>
          <w:noProof/>
          <w:lang w:val="de-DE"/>
        </w:rPr>
        <w:t>L</w:t>
      </w:r>
      <w:r w:rsidR="00CE7095" w:rsidRPr="008154C0">
        <w:rPr>
          <w:noProof/>
          <w:lang w:val="de-DE"/>
        </w:rPr>
        <w:t>I</w:t>
      </w:r>
      <w:r w:rsidR="00A650EA" w:rsidRPr="008154C0">
        <w:rPr>
          <w:noProof/>
          <w:lang w:val="de-DE"/>
        </w:rPr>
        <w:t xml:space="preserve"> 202</w:t>
      </w:r>
      <w:r w:rsidR="00036875" w:rsidRPr="008154C0">
        <w:rPr>
          <w:noProof/>
          <w:lang w:val="de-DE"/>
        </w:rPr>
        <w:t>4</w:t>
      </w:r>
    </w:p>
    <w:p w14:paraId="28D2A163" w14:textId="77777777" w:rsidR="00EC5F81" w:rsidRPr="008154C0" w:rsidRDefault="00EC5F81" w:rsidP="00EC5F81">
      <w:pPr>
        <w:spacing w:line="276" w:lineRule="auto"/>
        <w:rPr>
          <w:b/>
          <w:bCs/>
          <w:sz w:val="56"/>
          <w:szCs w:val="56"/>
          <w:lang w:val="de-DE"/>
        </w:rPr>
      </w:pPr>
    </w:p>
    <w:p w14:paraId="2A467E65" w14:textId="6AD21582" w:rsidR="00173F45" w:rsidRPr="008154C0" w:rsidRDefault="005903F9" w:rsidP="00173F45">
      <w:pPr>
        <w:pStyle w:val="RTIntroduction"/>
        <w:rPr>
          <w:sz w:val="56"/>
          <w:szCs w:val="56"/>
          <w:lang w:val="de-DE"/>
        </w:rPr>
      </w:pPr>
      <w:r w:rsidRPr="008154C0">
        <w:rPr>
          <w:sz w:val="56"/>
          <w:szCs w:val="56"/>
          <w:lang w:val="de-DE"/>
        </w:rPr>
        <w:t xml:space="preserve">Renault Trucks, Jumbo und SVZ testen </w:t>
      </w:r>
      <w:r w:rsidR="0022588B" w:rsidRPr="008154C0">
        <w:rPr>
          <w:sz w:val="56"/>
          <w:szCs w:val="56"/>
          <w:lang w:val="de-DE"/>
        </w:rPr>
        <w:t>Elektro-</w:t>
      </w:r>
      <w:r w:rsidRPr="008154C0">
        <w:rPr>
          <w:sz w:val="56"/>
          <w:szCs w:val="56"/>
          <w:lang w:val="de-DE"/>
        </w:rPr>
        <w:t>Prototypen für den urbanen Einsatz</w:t>
      </w:r>
    </w:p>
    <w:p w14:paraId="6D6BA887" w14:textId="77777777" w:rsidR="00173F45" w:rsidRPr="008154C0" w:rsidRDefault="00173F45" w:rsidP="00173F45">
      <w:pPr>
        <w:spacing w:line="276" w:lineRule="auto"/>
        <w:rPr>
          <w:b/>
          <w:bCs/>
          <w:sz w:val="22"/>
          <w:szCs w:val="22"/>
          <w:lang w:val="de-DE"/>
        </w:rPr>
      </w:pPr>
    </w:p>
    <w:p w14:paraId="562D39F4" w14:textId="783C6EDA" w:rsidR="00173F45" w:rsidRPr="008154C0" w:rsidRDefault="00236188" w:rsidP="00173F45">
      <w:pPr>
        <w:spacing w:line="276" w:lineRule="auto"/>
        <w:rPr>
          <w:b/>
          <w:bCs/>
          <w:sz w:val="22"/>
          <w:szCs w:val="22"/>
          <w:lang w:val="de-DE"/>
        </w:rPr>
      </w:pPr>
      <w:r w:rsidRPr="008154C0">
        <w:rPr>
          <w:b/>
          <w:bCs/>
          <w:sz w:val="22"/>
          <w:szCs w:val="22"/>
          <w:lang w:val="de-DE"/>
        </w:rPr>
        <w:t xml:space="preserve">Der Labor-Lkw </w:t>
      </w:r>
      <w:r w:rsidRPr="008154C0">
        <w:rPr>
          <w:b/>
          <w:bCs/>
          <w:i/>
          <w:sz w:val="22"/>
          <w:szCs w:val="22"/>
          <w:lang w:val="de-DE"/>
        </w:rPr>
        <w:t>Oxygen</w:t>
      </w:r>
      <w:r w:rsidRPr="008154C0">
        <w:rPr>
          <w:b/>
          <w:bCs/>
          <w:sz w:val="22"/>
          <w:szCs w:val="22"/>
          <w:lang w:val="de-DE"/>
        </w:rPr>
        <w:t xml:space="preserve"> steht für die Fortführung der Forschungs- und Entwicklungsarbeit von Renault Trucks.</w:t>
      </w:r>
      <w:r w:rsidR="00BB545F" w:rsidRPr="008154C0">
        <w:rPr>
          <w:b/>
          <w:bCs/>
          <w:sz w:val="22"/>
          <w:szCs w:val="22"/>
          <w:lang w:val="de-DE"/>
        </w:rPr>
        <w:t xml:space="preserve"> </w:t>
      </w:r>
      <w:r w:rsidRPr="008154C0">
        <w:rPr>
          <w:b/>
          <w:bCs/>
          <w:sz w:val="22"/>
          <w:szCs w:val="22"/>
          <w:lang w:val="de-DE"/>
        </w:rPr>
        <w:t xml:space="preserve">Nach einer aktuell noch laufenden ersten Testphase in Lyon und Paris, startet der Hersteller </w:t>
      </w:r>
      <w:r w:rsidR="007B2FC5" w:rsidRPr="008154C0">
        <w:rPr>
          <w:b/>
          <w:bCs/>
          <w:sz w:val="22"/>
          <w:szCs w:val="22"/>
          <w:lang w:val="de-DE"/>
        </w:rPr>
        <w:t xml:space="preserve">nun </w:t>
      </w:r>
      <w:r w:rsidRPr="008154C0">
        <w:rPr>
          <w:b/>
          <w:bCs/>
          <w:sz w:val="22"/>
          <w:szCs w:val="22"/>
          <w:lang w:val="de-DE"/>
        </w:rPr>
        <w:t>mit einer zweiten Version dieses</w:t>
      </w:r>
      <w:r w:rsidR="007B2FC5" w:rsidRPr="008154C0">
        <w:rPr>
          <w:b/>
          <w:bCs/>
          <w:sz w:val="22"/>
          <w:szCs w:val="22"/>
          <w:lang w:val="de-DE"/>
        </w:rPr>
        <w:t xml:space="preserve"> für die Stadtlogistik vorgesehenen</w:t>
      </w:r>
      <w:r w:rsidRPr="008154C0">
        <w:rPr>
          <w:b/>
          <w:bCs/>
          <w:sz w:val="22"/>
          <w:szCs w:val="22"/>
          <w:lang w:val="de-DE"/>
        </w:rPr>
        <w:t xml:space="preserve"> Elektro</w:t>
      </w:r>
      <w:r w:rsidR="007B2FC5" w:rsidRPr="008154C0">
        <w:rPr>
          <w:b/>
          <w:bCs/>
          <w:sz w:val="22"/>
          <w:szCs w:val="22"/>
          <w:lang w:val="de-DE"/>
        </w:rPr>
        <w:t xml:space="preserve"> </w:t>
      </w:r>
      <w:r w:rsidRPr="008154C0">
        <w:rPr>
          <w:b/>
          <w:bCs/>
          <w:sz w:val="22"/>
          <w:szCs w:val="22"/>
          <w:lang w:val="de-DE"/>
        </w:rPr>
        <w:t>Schwer</w:t>
      </w:r>
      <w:r w:rsidR="007B2FC5" w:rsidRPr="008154C0">
        <w:rPr>
          <w:b/>
          <w:bCs/>
          <w:sz w:val="22"/>
          <w:szCs w:val="22"/>
          <w:lang w:val="de-DE"/>
        </w:rPr>
        <w:t>-Lkws</w:t>
      </w:r>
      <w:r w:rsidRPr="008154C0">
        <w:rPr>
          <w:b/>
          <w:bCs/>
          <w:sz w:val="22"/>
          <w:szCs w:val="22"/>
          <w:lang w:val="de-DE"/>
        </w:rPr>
        <w:t>.</w:t>
      </w:r>
      <w:r w:rsidR="001747D0" w:rsidRPr="008154C0">
        <w:rPr>
          <w:b/>
          <w:bCs/>
          <w:sz w:val="22"/>
          <w:szCs w:val="22"/>
          <w:lang w:val="de-DE"/>
        </w:rPr>
        <w:t xml:space="preserve"> </w:t>
      </w:r>
      <w:r w:rsidR="003A7B3D" w:rsidRPr="008154C0">
        <w:rPr>
          <w:b/>
          <w:bCs/>
          <w:sz w:val="22"/>
          <w:szCs w:val="22"/>
          <w:lang w:val="de-DE"/>
        </w:rPr>
        <w:t xml:space="preserve">Ein </w:t>
      </w:r>
      <w:r w:rsidR="00CE4B6D" w:rsidRPr="008154C0">
        <w:rPr>
          <w:b/>
          <w:bCs/>
          <w:sz w:val="22"/>
          <w:szCs w:val="22"/>
          <w:lang w:val="de-DE"/>
        </w:rPr>
        <w:t>in Zusammenarbeit mit</w:t>
      </w:r>
      <w:r w:rsidR="00EE2456" w:rsidRPr="008154C0">
        <w:rPr>
          <w:b/>
          <w:bCs/>
          <w:sz w:val="22"/>
          <w:szCs w:val="22"/>
          <w:lang w:val="de-DE"/>
        </w:rPr>
        <w:t xml:space="preserve"> der Supermarktkette</w:t>
      </w:r>
      <w:r w:rsidR="00CE4B6D" w:rsidRPr="008154C0">
        <w:rPr>
          <w:b/>
          <w:bCs/>
          <w:sz w:val="22"/>
          <w:szCs w:val="22"/>
          <w:lang w:val="de-DE"/>
        </w:rPr>
        <w:t xml:space="preserve"> Jumbo und SVZ sowie </w:t>
      </w:r>
      <w:r w:rsidR="00EE2456" w:rsidRPr="008154C0">
        <w:rPr>
          <w:b/>
          <w:bCs/>
          <w:sz w:val="22"/>
          <w:szCs w:val="22"/>
          <w:lang w:val="de-DE"/>
        </w:rPr>
        <w:t>seiner</w:t>
      </w:r>
      <w:r w:rsidR="00CE4B6D" w:rsidRPr="008154C0">
        <w:rPr>
          <w:b/>
          <w:bCs/>
          <w:sz w:val="22"/>
          <w:szCs w:val="22"/>
          <w:lang w:val="de-DE"/>
        </w:rPr>
        <w:t xml:space="preserve"> niederländischen Niederlassung entwickelter </w:t>
      </w:r>
      <w:r w:rsidR="003A7B3D" w:rsidRPr="008154C0">
        <w:rPr>
          <w:b/>
          <w:bCs/>
          <w:sz w:val="22"/>
          <w:szCs w:val="22"/>
          <w:lang w:val="de-DE"/>
        </w:rPr>
        <w:t xml:space="preserve">Prototyp mit einem Kühlkoffer wird im Oktober in Amsterdam </w:t>
      </w:r>
      <w:r w:rsidR="00A822D5" w:rsidRPr="008154C0">
        <w:rPr>
          <w:b/>
          <w:bCs/>
          <w:sz w:val="22"/>
          <w:szCs w:val="22"/>
          <w:lang w:val="de-DE"/>
        </w:rPr>
        <w:t>in die Testphase gehen</w:t>
      </w:r>
      <w:r w:rsidR="003A7B3D" w:rsidRPr="008154C0">
        <w:rPr>
          <w:b/>
          <w:bCs/>
          <w:sz w:val="22"/>
          <w:szCs w:val="22"/>
          <w:lang w:val="de-DE"/>
        </w:rPr>
        <w:t>.</w:t>
      </w:r>
    </w:p>
    <w:p w14:paraId="76EEB3BA" w14:textId="77777777" w:rsidR="00487FF7" w:rsidRPr="008154C0" w:rsidRDefault="00487FF7" w:rsidP="00173F45">
      <w:pPr>
        <w:spacing w:line="276" w:lineRule="auto"/>
        <w:rPr>
          <w:b/>
          <w:bCs/>
          <w:sz w:val="22"/>
          <w:szCs w:val="22"/>
          <w:lang w:val="de-DE"/>
        </w:rPr>
      </w:pPr>
    </w:p>
    <w:p w14:paraId="29E43BC3" w14:textId="256E21BA" w:rsidR="003C5878" w:rsidRPr="008154C0" w:rsidRDefault="005D17B2" w:rsidP="00362AA8">
      <w:pPr>
        <w:spacing w:line="276" w:lineRule="auto"/>
        <w:rPr>
          <w:sz w:val="22"/>
          <w:szCs w:val="22"/>
          <w:lang w:val="de-DE"/>
        </w:rPr>
      </w:pPr>
      <w:r w:rsidRPr="008154C0">
        <w:rPr>
          <w:sz w:val="22"/>
          <w:szCs w:val="22"/>
          <w:lang w:val="de-DE"/>
        </w:rPr>
        <w:t xml:space="preserve">Amsterdam ist beispielhaft im Bereich sanfter Mobilität und somit der ideale Ort für </w:t>
      </w:r>
      <w:r w:rsidRPr="008154C0">
        <w:rPr>
          <w:i/>
          <w:sz w:val="22"/>
          <w:szCs w:val="22"/>
          <w:lang w:val="de-DE"/>
        </w:rPr>
        <w:t>Oxygen</w:t>
      </w:r>
      <w:r w:rsidRPr="008154C0">
        <w:rPr>
          <w:sz w:val="22"/>
          <w:szCs w:val="22"/>
          <w:lang w:val="de-DE"/>
        </w:rPr>
        <w:t>. Nach Paris und Lyon startet Renault Trucks hier nun eine neue, im Oktober 2024 beginnende Testphase für sein Elektro-Stadtfahrzeug. Hierfür hat sich Renault Trucks mit Jumbo und SVZ zusammengetan.</w:t>
      </w:r>
      <w:r w:rsidR="0010259D" w:rsidRPr="008154C0">
        <w:rPr>
          <w:sz w:val="22"/>
          <w:szCs w:val="22"/>
          <w:lang w:val="de-DE"/>
        </w:rPr>
        <w:t xml:space="preserve"> </w:t>
      </w:r>
      <w:r w:rsidR="004A1B47" w:rsidRPr="008154C0">
        <w:rPr>
          <w:lang w:val="de-DE"/>
        </w:rPr>
        <w:br/>
      </w:r>
    </w:p>
    <w:p w14:paraId="3CCE428B" w14:textId="1BFCD32A" w:rsidR="003C5878" w:rsidRPr="008154C0" w:rsidRDefault="00A402AD" w:rsidP="003C5878">
      <w:pPr>
        <w:spacing w:line="276" w:lineRule="auto"/>
        <w:rPr>
          <w:sz w:val="22"/>
          <w:szCs w:val="22"/>
          <w:lang w:val="de-DE"/>
        </w:rPr>
      </w:pPr>
      <w:r w:rsidRPr="008154C0">
        <w:rPr>
          <w:sz w:val="22"/>
          <w:szCs w:val="22"/>
          <w:lang w:val="de-DE"/>
        </w:rPr>
        <w:t>Jumbo, die Nummer zwei im niederländischen Einzelhandel, betreibt über 700 Filialen in den Niederlanden und Belgien. Ziel des Unternehmens ist eine Vereinfachung der Kundenerfahrung in seinen Convenience-S</w:t>
      </w:r>
      <w:r w:rsidR="003A70C2" w:rsidRPr="008154C0">
        <w:rPr>
          <w:sz w:val="22"/>
          <w:szCs w:val="22"/>
          <w:lang w:val="de-DE"/>
        </w:rPr>
        <w:t>tores</w:t>
      </w:r>
      <w:r w:rsidRPr="008154C0">
        <w:rPr>
          <w:sz w:val="22"/>
          <w:szCs w:val="22"/>
          <w:lang w:val="de-DE"/>
        </w:rPr>
        <w:t xml:space="preserve">. Der Spediteur SVZ </w:t>
      </w:r>
      <w:r w:rsidR="003A70C2" w:rsidRPr="008154C0">
        <w:rPr>
          <w:sz w:val="22"/>
          <w:szCs w:val="22"/>
          <w:lang w:val="de-DE"/>
        </w:rPr>
        <w:t>beliefert</w:t>
      </w:r>
      <w:r w:rsidRPr="008154C0">
        <w:rPr>
          <w:sz w:val="22"/>
          <w:szCs w:val="22"/>
          <w:lang w:val="de-DE"/>
        </w:rPr>
        <w:t xml:space="preserve"> </w:t>
      </w:r>
      <w:r w:rsidR="003A70C2" w:rsidRPr="008154C0">
        <w:rPr>
          <w:sz w:val="22"/>
          <w:szCs w:val="22"/>
          <w:lang w:val="de-DE"/>
        </w:rPr>
        <w:t xml:space="preserve">nämlich </w:t>
      </w:r>
      <w:r w:rsidRPr="008154C0">
        <w:rPr>
          <w:sz w:val="22"/>
          <w:szCs w:val="22"/>
          <w:lang w:val="de-DE"/>
        </w:rPr>
        <w:t>die Jumbo-Verkaufss</w:t>
      </w:r>
      <w:r w:rsidR="009E602E" w:rsidRPr="008154C0">
        <w:rPr>
          <w:sz w:val="22"/>
          <w:szCs w:val="22"/>
          <w:lang w:val="de-DE"/>
        </w:rPr>
        <w:t>tandorte</w:t>
      </w:r>
      <w:r w:rsidRPr="008154C0">
        <w:rPr>
          <w:sz w:val="22"/>
          <w:szCs w:val="22"/>
          <w:lang w:val="de-DE"/>
        </w:rPr>
        <w:t xml:space="preserve"> in den Niederlanden mit frischen Lebensmitteln.</w:t>
      </w:r>
      <w:r w:rsidR="004A1B47" w:rsidRPr="008154C0">
        <w:rPr>
          <w:sz w:val="22"/>
          <w:szCs w:val="22"/>
          <w:lang w:val="de-DE"/>
        </w:rPr>
        <w:t xml:space="preserve"> </w:t>
      </w:r>
    </w:p>
    <w:p w14:paraId="0316C98F" w14:textId="03C8994E" w:rsidR="00FC09A9" w:rsidRPr="008154C0" w:rsidRDefault="00271B5B" w:rsidP="00362AA8">
      <w:pPr>
        <w:spacing w:line="276" w:lineRule="auto"/>
        <w:rPr>
          <w:sz w:val="22"/>
          <w:szCs w:val="22"/>
          <w:lang w:val="de-DE"/>
        </w:rPr>
      </w:pPr>
      <w:r w:rsidRPr="008154C0">
        <w:rPr>
          <w:sz w:val="22"/>
          <w:szCs w:val="22"/>
          <w:lang w:val="de-DE"/>
        </w:rPr>
        <w:t>Der französische Hersteller und seine Partner haben daher zur Limitierung ihrer Umweltauswirkungen und zur besseren Abdeckung der Bedürfnisse im Bereich Stadtlogistik ihr Know-how gebündelt. Das Ergebnis ist die Entwicklung eines neuen experimentellen 26-Tonnen-Elektroschwerlastwagen</w:t>
      </w:r>
      <w:r w:rsidR="0047779B" w:rsidRPr="008154C0">
        <w:rPr>
          <w:sz w:val="22"/>
          <w:szCs w:val="22"/>
          <w:lang w:val="de-DE"/>
        </w:rPr>
        <w:t>s</w:t>
      </w:r>
      <w:r w:rsidRPr="008154C0">
        <w:rPr>
          <w:sz w:val="22"/>
          <w:szCs w:val="22"/>
          <w:lang w:val="de-DE"/>
        </w:rPr>
        <w:t xml:space="preserve"> für den Stadtverkehr, der in den niederländischen Null-Emissions-</w:t>
      </w:r>
      <w:r w:rsidR="0047779B" w:rsidRPr="008154C0">
        <w:rPr>
          <w:sz w:val="22"/>
          <w:szCs w:val="22"/>
          <w:lang w:val="de-DE"/>
        </w:rPr>
        <w:t>Umweltz</w:t>
      </w:r>
      <w:r w:rsidRPr="008154C0">
        <w:rPr>
          <w:sz w:val="22"/>
          <w:szCs w:val="22"/>
          <w:lang w:val="de-DE"/>
        </w:rPr>
        <w:t>onen eingesetzt werden kann.</w:t>
      </w:r>
    </w:p>
    <w:p w14:paraId="41ADE568" w14:textId="10E4548B" w:rsidR="002332A8" w:rsidRPr="008154C0" w:rsidRDefault="002332A8" w:rsidP="00362AA8">
      <w:pPr>
        <w:spacing w:line="276" w:lineRule="auto"/>
        <w:rPr>
          <w:sz w:val="22"/>
          <w:szCs w:val="22"/>
          <w:lang w:val="de-DE"/>
        </w:rPr>
      </w:pPr>
      <w:r w:rsidRPr="008154C0">
        <w:rPr>
          <w:sz w:val="22"/>
          <w:szCs w:val="22"/>
          <w:lang w:val="de-DE"/>
        </w:rPr>
        <w:lastRenderedPageBreak/>
        <w:t xml:space="preserve">Zur Senkung der CO2-Emissionen in den Städten, haben die Niederlande ab dem 1. Januar 2025 die Möglichkeit, </w:t>
      </w:r>
      <w:r w:rsidR="006E6965" w:rsidRPr="008154C0">
        <w:rPr>
          <w:sz w:val="22"/>
          <w:szCs w:val="22"/>
          <w:lang w:val="de-DE"/>
        </w:rPr>
        <w:t xml:space="preserve">sogenannte </w:t>
      </w:r>
      <w:r w:rsidRPr="008154C0">
        <w:rPr>
          <w:sz w:val="22"/>
          <w:szCs w:val="22"/>
          <w:lang w:val="de-DE"/>
        </w:rPr>
        <w:t xml:space="preserve">Null-Emissions-Zonen einzurichten, die ausschließlich emissionsfreien Fahrzeugen vorbehalten </w:t>
      </w:r>
      <w:r w:rsidR="006E6965" w:rsidRPr="008154C0">
        <w:rPr>
          <w:sz w:val="22"/>
          <w:szCs w:val="22"/>
          <w:lang w:val="de-DE"/>
        </w:rPr>
        <w:t>sind</w:t>
      </w:r>
      <w:r w:rsidRPr="008154C0">
        <w:rPr>
          <w:sz w:val="22"/>
          <w:szCs w:val="22"/>
          <w:lang w:val="de-DE"/>
        </w:rPr>
        <w:t>.</w:t>
      </w:r>
    </w:p>
    <w:p w14:paraId="228C1318" w14:textId="77777777" w:rsidR="00E15CA0" w:rsidRPr="008154C0" w:rsidRDefault="00E15CA0" w:rsidP="00362AA8">
      <w:pPr>
        <w:spacing w:line="276" w:lineRule="auto"/>
        <w:rPr>
          <w:sz w:val="22"/>
          <w:szCs w:val="22"/>
          <w:lang w:val="de-DE"/>
        </w:rPr>
      </w:pPr>
    </w:p>
    <w:p w14:paraId="37201300" w14:textId="18ED6F44" w:rsidR="004A1B47" w:rsidRPr="008154C0" w:rsidRDefault="00C431CA" w:rsidP="00173F45">
      <w:pPr>
        <w:spacing w:line="276" w:lineRule="auto"/>
        <w:rPr>
          <w:sz w:val="22"/>
          <w:szCs w:val="22"/>
          <w:lang w:val="de-DE"/>
        </w:rPr>
      </w:pPr>
      <w:r w:rsidRPr="008154C0">
        <w:rPr>
          <w:rFonts w:ascii="Arial" w:hAnsi="Arial" w:cs="Arial"/>
          <w:sz w:val="22"/>
          <w:szCs w:val="22"/>
          <w:lang w:val="de-DE"/>
        </w:rPr>
        <w:t>Anders als beim ersten</w:t>
      </w:r>
      <w:r w:rsidR="00247D23" w:rsidRPr="008154C0">
        <w:rPr>
          <w:rFonts w:ascii="Arial" w:hAnsi="Arial" w:cs="Arial"/>
          <w:sz w:val="22"/>
          <w:szCs w:val="22"/>
          <w:lang w:val="de-DE"/>
        </w:rPr>
        <w:t>,</w:t>
      </w:r>
      <w:r w:rsidRPr="008154C0">
        <w:rPr>
          <w:rFonts w:ascii="Arial" w:hAnsi="Arial" w:cs="Arial"/>
          <w:sz w:val="22"/>
          <w:szCs w:val="22"/>
          <w:lang w:val="de-DE"/>
        </w:rPr>
        <w:t xml:space="preserve"> mit Geodis für die Trockenzustellung durchgeführten Test, </w:t>
      </w:r>
      <w:r w:rsidR="00247D23" w:rsidRPr="008154C0">
        <w:rPr>
          <w:rFonts w:ascii="Arial" w:hAnsi="Arial" w:cs="Arial"/>
          <w:sz w:val="22"/>
          <w:szCs w:val="22"/>
          <w:lang w:val="de-DE"/>
        </w:rPr>
        <w:t xml:space="preserve">ermöglicht der neue Elektro-Lkw </w:t>
      </w:r>
      <w:r w:rsidRPr="008154C0">
        <w:rPr>
          <w:rFonts w:ascii="Arial" w:hAnsi="Arial" w:cs="Arial"/>
          <w:sz w:val="22"/>
          <w:szCs w:val="22"/>
          <w:lang w:val="de-DE"/>
        </w:rPr>
        <w:t xml:space="preserve">während der sechsmonatigen Versuchsdauer leise, emissionsfreie und sichere gekühlte Lieferungen von den Lagerhäusern zu den Jumbo-Supermärkten im </w:t>
      </w:r>
      <w:r w:rsidR="00247D23" w:rsidRPr="008154C0">
        <w:rPr>
          <w:rFonts w:ascii="Arial" w:hAnsi="Arial" w:cs="Arial"/>
          <w:sz w:val="22"/>
          <w:szCs w:val="22"/>
          <w:lang w:val="de-DE"/>
        </w:rPr>
        <w:t>Stadtzentrum</w:t>
      </w:r>
      <w:r w:rsidRPr="008154C0">
        <w:rPr>
          <w:rFonts w:ascii="Arial" w:hAnsi="Arial" w:cs="Arial"/>
          <w:sz w:val="22"/>
          <w:szCs w:val="22"/>
          <w:lang w:val="de-DE"/>
        </w:rPr>
        <w:t xml:space="preserve"> von Amsterdam.</w:t>
      </w:r>
    </w:p>
    <w:p w14:paraId="384F59F5" w14:textId="77777777" w:rsidR="00BF5977" w:rsidRPr="008154C0" w:rsidRDefault="00BF5977" w:rsidP="00173F45">
      <w:pPr>
        <w:spacing w:line="276" w:lineRule="auto"/>
        <w:rPr>
          <w:sz w:val="22"/>
          <w:szCs w:val="22"/>
          <w:lang w:val="de-DE"/>
        </w:rPr>
      </w:pPr>
    </w:p>
    <w:p w14:paraId="7D075D32" w14:textId="35411992" w:rsidR="00BF5977" w:rsidRPr="008154C0" w:rsidRDefault="004A4B95" w:rsidP="00BF5977">
      <w:pPr>
        <w:spacing w:line="276" w:lineRule="auto"/>
        <w:rPr>
          <w:sz w:val="22"/>
          <w:szCs w:val="22"/>
          <w:lang w:val="de-DE"/>
        </w:rPr>
      </w:pPr>
      <w:r w:rsidRPr="008154C0">
        <w:rPr>
          <w:sz w:val="22"/>
          <w:szCs w:val="22"/>
          <w:lang w:val="de-DE"/>
        </w:rPr>
        <w:t>„Eine solche erfolgreiche Partnerschaft mit Jumbo und SVZ bei einem innovativen Projekt zeigt, wie förderlich sich eine Zusammenarbeit bei der Erreichung von Nachhaltigkeitszielen auswirkt“, so Jérôme Berthelet, Geschäftsführer von Renault Trucks in den Niederlanden.</w:t>
      </w:r>
      <w:r w:rsidR="00BF5977" w:rsidRPr="008154C0">
        <w:rPr>
          <w:sz w:val="22"/>
          <w:szCs w:val="22"/>
          <w:lang w:val="de-DE"/>
        </w:rPr>
        <w:t xml:space="preserve"> </w:t>
      </w:r>
      <w:r w:rsidR="00C272AB" w:rsidRPr="008154C0">
        <w:rPr>
          <w:sz w:val="22"/>
          <w:szCs w:val="22"/>
          <w:lang w:val="de-DE"/>
        </w:rPr>
        <w:t xml:space="preserve">„Wir </w:t>
      </w:r>
      <w:r w:rsidR="00DE62D7" w:rsidRPr="008154C0">
        <w:rPr>
          <w:sz w:val="22"/>
          <w:szCs w:val="22"/>
          <w:lang w:val="de-DE"/>
        </w:rPr>
        <w:t>w</w:t>
      </w:r>
      <w:r w:rsidR="0047779B" w:rsidRPr="008154C0">
        <w:rPr>
          <w:sz w:val="22"/>
          <w:szCs w:val="22"/>
          <w:lang w:val="de-DE"/>
        </w:rPr>
        <w:t>aren</w:t>
      </w:r>
      <w:r w:rsidR="00DE62D7" w:rsidRPr="008154C0">
        <w:rPr>
          <w:sz w:val="22"/>
          <w:szCs w:val="22"/>
          <w:lang w:val="de-DE"/>
        </w:rPr>
        <w:t xml:space="preserve"> gemeinsam bestrebt, </w:t>
      </w:r>
      <w:r w:rsidR="00C272AB" w:rsidRPr="008154C0">
        <w:rPr>
          <w:sz w:val="22"/>
          <w:szCs w:val="22"/>
          <w:lang w:val="de-DE"/>
        </w:rPr>
        <w:t>eine urbane Lösung mit geringem CO</w:t>
      </w:r>
      <w:r w:rsidR="00C272AB" w:rsidRPr="008154C0">
        <w:rPr>
          <w:sz w:val="22"/>
          <w:szCs w:val="22"/>
          <w:vertAlign w:val="subscript"/>
          <w:lang w:val="de-DE"/>
        </w:rPr>
        <w:t>2</w:t>
      </w:r>
      <w:r w:rsidR="00C272AB" w:rsidRPr="008154C0">
        <w:rPr>
          <w:sz w:val="22"/>
          <w:szCs w:val="22"/>
          <w:lang w:val="de-DE"/>
        </w:rPr>
        <w:t>-Ausstoß zu schaffen. Die Durchführung des Pilotprojekts in Amsterdam</w:t>
      </w:r>
      <w:r w:rsidR="00DE62D7" w:rsidRPr="008154C0">
        <w:rPr>
          <w:sz w:val="22"/>
          <w:szCs w:val="22"/>
          <w:lang w:val="de-DE"/>
        </w:rPr>
        <w:t xml:space="preserve"> -</w:t>
      </w:r>
      <w:r w:rsidR="00C272AB" w:rsidRPr="008154C0">
        <w:rPr>
          <w:sz w:val="22"/>
          <w:szCs w:val="22"/>
          <w:lang w:val="de-DE"/>
        </w:rPr>
        <w:t xml:space="preserve"> einer Stadt, die eine Vorreiterrolle im Bereich des Umweltmanagements einnimmt</w:t>
      </w:r>
      <w:r w:rsidR="00DE62D7" w:rsidRPr="008154C0">
        <w:rPr>
          <w:sz w:val="22"/>
          <w:szCs w:val="22"/>
          <w:lang w:val="de-DE"/>
        </w:rPr>
        <w:t xml:space="preserve"> –</w:t>
      </w:r>
      <w:r w:rsidR="00C272AB" w:rsidRPr="008154C0">
        <w:rPr>
          <w:sz w:val="22"/>
          <w:szCs w:val="22"/>
          <w:lang w:val="de-DE"/>
        </w:rPr>
        <w:t xml:space="preserve"> </w:t>
      </w:r>
      <w:r w:rsidR="00DE62D7" w:rsidRPr="008154C0">
        <w:rPr>
          <w:sz w:val="22"/>
          <w:szCs w:val="22"/>
          <w:lang w:val="de-DE"/>
        </w:rPr>
        <w:t xml:space="preserve">unterstreicht den großen Mehrwert </w:t>
      </w:r>
      <w:r w:rsidR="00C272AB" w:rsidRPr="008154C0">
        <w:rPr>
          <w:sz w:val="22"/>
          <w:szCs w:val="22"/>
          <w:lang w:val="de-DE"/>
        </w:rPr>
        <w:t>unsere</w:t>
      </w:r>
      <w:r w:rsidR="00DE62D7" w:rsidRPr="008154C0">
        <w:rPr>
          <w:sz w:val="22"/>
          <w:szCs w:val="22"/>
          <w:lang w:val="de-DE"/>
        </w:rPr>
        <w:t>s</w:t>
      </w:r>
      <w:r w:rsidR="00C272AB" w:rsidRPr="008154C0">
        <w:rPr>
          <w:sz w:val="22"/>
          <w:szCs w:val="22"/>
          <w:lang w:val="de-DE"/>
        </w:rPr>
        <w:t xml:space="preserve"> Ansatz</w:t>
      </w:r>
      <w:r w:rsidR="00DE62D7" w:rsidRPr="008154C0">
        <w:rPr>
          <w:sz w:val="22"/>
          <w:szCs w:val="22"/>
          <w:lang w:val="de-DE"/>
        </w:rPr>
        <w:t>es</w:t>
      </w:r>
      <w:r w:rsidR="00C272AB" w:rsidRPr="008154C0">
        <w:rPr>
          <w:sz w:val="22"/>
          <w:szCs w:val="22"/>
          <w:lang w:val="de-DE"/>
        </w:rPr>
        <w:t>.“</w:t>
      </w:r>
    </w:p>
    <w:p w14:paraId="1E8F37B5" w14:textId="77777777" w:rsidR="00BF5977" w:rsidRPr="008154C0" w:rsidRDefault="00BF5977" w:rsidP="00BF5977">
      <w:pPr>
        <w:spacing w:line="276" w:lineRule="auto"/>
        <w:rPr>
          <w:sz w:val="22"/>
          <w:szCs w:val="22"/>
          <w:lang w:val="de-DE"/>
        </w:rPr>
      </w:pPr>
    </w:p>
    <w:p w14:paraId="3ACF4FFF" w14:textId="2FA5C8D9" w:rsidR="00F2569C" w:rsidRPr="008154C0" w:rsidRDefault="001C6158" w:rsidP="00F2569C">
      <w:pPr>
        <w:spacing w:line="276" w:lineRule="auto"/>
        <w:rPr>
          <w:sz w:val="22"/>
          <w:szCs w:val="22"/>
          <w:lang w:val="de-DE"/>
        </w:rPr>
      </w:pPr>
      <w:r w:rsidRPr="008154C0">
        <w:rPr>
          <w:sz w:val="22"/>
          <w:szCs w:val="22"/>
          <w:lang w:val="de-DE"/>
        </w:rPr>
        <w:t xml:space="preserve">Wilko Maas, der für die Lkw-Flotte der Supermarktkette Jumbo verantwortlich ist, ergänzt: </w:t>
      </w:r>
      <w:r w:rsidR="00E15CA0" w:rsidRPr="008154C0">
        <w:rPr>
          <w:sz w:val="22"/>
          <w:szCs w:val="22"/>
          <w:lang w:val="de-DE"/>
        </w:rPr>
        <w:t>„Der Erhalt der Natur und die Reduzierung unserer Umweltauswirkungen hat bei Jumbo absolute Priorität. Unser Bestreben ist es, bis 2030 CO</w:t>
      </w:r>
      <w:r w:rsidR="00E15CA0" w:rsidRPr="008154C0">
        <w:rPr>
          <w:sz w:val="22"/>
          <w:szCs w:val="22"/>
          <w:vertAlign w:val="subscript"/>
          <w:lang w:val="de-DE"/>
        </w:rPr>
        <w:t>2</w:t>
      </w:r>
      <w:r w:rsidR="00E15CA0" w:rsidRPr="008154C0">
        <w:rPr>
          <w:sz w:val="22"/>
          <w:szCs w:val="22"/>
          <w:lang w:val="de-DE"/>
        </w:rPr>
        <w:t>-neutral zu sein. Unsere tägliche Arbeit besteht darin, Geschäfte zu beliefern und Einkäufe auszuliefern. Wir arbeiten kontinuierlich daran, den Energieverbrauch zu minimieren und unseren CO</w:t>
      </w:r>
      <w:r w:rsidR="00E15CA0" w:rsidRPr="008154C0">
        <w:rPr>
          <w:sz w:val="22"/>
          <w:szCs w:val="22"/>
          <w:vertAlign w:val="subscript"/>
          <w:lang w:val="de-DE"/>
        </w:rPr>
        <w:t>2</w:t>
      </w:r>
      <w:r w:rsidR="00E15CA0" w:rsidRPr="008154C0">
        <w:rPr>
          <w:sz w:val="22"/>
          <w:szCs w:val="22"/>
          <w:lang w:val="de-DE"/>
        </w:rPr>
        <w:t xml:space="preserve">-Fußabdruck zu verringern. Daher sind wir </w:t>
      </w:r>
      <w:r w:rsidR="00FD4EC2" w:rsidRPr="008154C0">
        <w:rPr>
          <w:sz w:val="22"/>
          <w:szCs w:val="22"/>
          <w:lang w:val="de-DE"/>
        </w:rPr>
        <w:t>äußerst erfreut darüber</w:t>
      </w:r>
      <w:r w:rsidR="00E15CA0" w:rsidRPr="008154C0">
        <w:rPr>
          <w:sz w:val="22"/>
          <w:szCs w:val="22"/>
          <w:lang w:val="de-DE"/>
        </w:rPr>
        <w:t>, uns</w:t>
      </w:r>
      <w:r w:rsidR="008B703F" w:rsidRPr="008154C0">
        <w:rPr>
          <w:sz w:val="22"/>
          <w:szCs w:val="22"/>
          <w:lang w:val="de-DE"/>
        </w:rPr>
        <w:t xml:space="preserve"> aktiv</w:t>
      </w:r>
      <w:r w:rsidR="00E15CA0" w:rsidRPr="008154C0">
        <w:rPr>
          <w:sz w:val="22"/>
          <w:szCs w:val="22"/>
          <w:lang w:val="de-DE"/>
        </w:rPr>
        <w:t xml:space="preserve"> in die Entwicklung eines Elektro-LKWs für die Zustellung der letzten Meile in den Innenstädten einbringen zu können. Wir gehen davon aus, dass mehr Städte wie Amsterdam bis 2025 emissionsfreie Zonen einrichten werden. Die Zustellung auf der letzten Meile wird ausschlaggebend sein, um weiterhin in der Lage zu sein, unsere Geschäfte so sauber und sicher wie möglich zu beliefern. D</w:t>
      </w:r>
      <w:r w:rsidR="008B703F" w:rsidRPr="008154C0">
        <w:rPr>
          <w:sz w:val="22"/>
          <w:szCs w:val="22"/>
          <w:lang w:val="de-DE"/>
        </w:rPr>
        <w:t>as</w:t>
      </w:r>
      <w:r w:rsidR="00E15CA0" w:rsidRPr="008154C0">
        <w:rPr>
          <w:sz w:val="22"/>
          <w:szCs w:val="22"/>
          <w:lang w:val="de-DE"/>
        </w:rPr>
        <w:t xml:space="preserve"> </w:t>
      </w:r>
      <w:r w:rsidR="00E15CA0" w:rsidRPr="008154C0">
        <w:rPr>
          <w:i/>
          <w:sz w:val="22"/>
          <w:szCs w:val="22"/>
          <w:lang w:val="de-DE"/>
        </w:rPr>
        <w:t>Oxygen</w:t>
      </w:r>
      <w:r w:rsidR="00E15CA0" w:rsidRPr="008154C0">
        <w:rPr>
          <w:sz w:val="22"/>
          <w:szCs w:val="22"/>
          <w:lang w:val="de-DE"/>
        </w:rPr>
        <w:t>-Pilot</w:t>
      </w:r>
      <w:r w:rsidR="008B703F" w:rsidRPr="008154C0">
        <w:rPr>
          <w:sz w:val="22"/>
          <w:szCs w:val="22"/>
          <w:lang w:val="de-DE"/>
        </w:rPr>
        <w:t>projekt</w:t>
      </w:r>
      <w:r w:rsidR="00E15CA0" w:rsidRPr="008154C0">
        <w:rPr>
          <w:sz w:val="22"/>
          <w:szCs w:val="22"/>
          <w:lang w:val="de-DE"/>
        </w:rPr>
        <w:t xml:space="preserve"> wird uns die nötige Erfahrung geben, um für die Zukunft gerüstet zu sein.</w:t>
      </w:r>
      <w:r w:rsidR="008B703F" w:rsidRPr="008154C0">
        <w:rPr>
          <w:sz w:val="22"/>
          <w:szCs w:val="22"/>
          <w:lang w:val="de-DE"/>
        </w:rPr>
        <w:t>“</w:t>
      </w:r>
    </w:p>
    <w:p w14:paraId="3E3CCEB7" w14:textId="77777777" w:rsidR="00F2569C" w:rsidRPr="008154C0" w:rsidRDefault="00F2569C" w:rsidP="00F2569C">
      <w:pPr>
        <w:spacing w:line="276" w:lineRule="auto"/>
        <w:rPr>
          <w:sz w:val="22"/>
          <w:szCs w:val="22"/>
          <w:lang w:val="de-DE"/>
        </w:rPr>
      </w:pPr>
    </w:p>
    <w:p w14:paraId="5EEFB147" w14:textId="0EEDC48F" w:rsidR="00FE5098" w:rsidRPr="008154C0" w:rsidRDefault="0044404E" w:rsidP="00173F45">
      <w:pPr>
        <w:spacing w:line="276" w:lineRule="auto"/>
        <w:rPr>
          <w:sz w:val="22"/>
          <w:szCs w:val="22"/>
          <w:lang w:val="de-DE"/>
        </w:rPr>
      </w:pPr>
      <w:r w:rsidRPr="008154C0">
        <w:rPr>
          <w:sz w:val="22"/>
          <w:szCs w:val="22"/>
          <w:lang w:val="de-DE"/>
        </w:rPr>
        <w:t xml:space="preserve">Erwin Keizer, Finanzdirektor von SVZ - dem Spezialisten für urbane Transportlösungen – ist erfreut über diese Entwicklung: „Wir bei SVZ haben es uns zur Aufgabe gemacht, unseren Kunden </w:t>
      </w:r>
      <w:r w:rsidR="0047779B" w:rsidRPr="008154C0">
        <w:rPr>
          <w:sz w:val="22"/>
          <w:szCs w:val="22"/>
          <w:lang w:val="de-DE"/>
        </w:rPr>
        <w:t xml:space="preserve">dabei </w:t>
      </w:r>
      <w:r w:rsidRPr="008154C0">
        <w:rPr>
          <w:sz w:val="22"/>
          <w:szCs w:val="22"/>
          <w:lang w:val="de-DE"/>
        </w:rPr>
        <w:t>zu helfen, voranzukommen. Mit dem</w:t>
      </w:r>
      <w:r w:rsidR="00FD73B3" w:rsidRPr="008154C0">
        <w:rPr>
          <w:sz w:val="22"/>
          <w:szCs w:val="22"/>
          <w:lang w:val="de-DE"/>
        </w:rPr>
        <w:t xml:space="preserve"> Elektro-Lkw</w:t>
      </w:r>
      <w:r w:rsidRPr="008154C0">
        <w:rPr>
          <w:sz w:val="22"/>
          <w:szCs w:val="22"/>
          <w:lang w:val="de-DE"/>
        </w:rPr>
        <w:t xml:space="preserve"> </w:t>
      </w:r>
      <w:r w:rsidRPr="008154C0">
        <w:rPr>
          <w:i/>
          <w:sz w:val="22"/>
          <w:szCs w:val="22"/>
          <w:lang w:val="de-DE"/>
        </w:rPr>
        <w:t>Oxygen</w:t>
      </w:r>
      <w:r w:rsidRPr="008154C0">
        <w:rPr>
          <w:sz w:val="22"/>
          <w:szCs w:val="22"/>
          <w:lang w:val="de-DE"/>
        </w:rPr>
        <w:t xml:space="preserve"> machen wir einen Schritt in die Zukunft hin zum emissionsfreien Transport und bieten eine sicherere Art der Warenauslieferung an.“</w:t>
      </w:r>
    </w:p>
    <w:p w14:paraId="4D269A14" w14:textId="77777777" w:rsidR="00D50ADC" w:rsidRPr="008154C0" w:rsidRDefault="00D50ADC" w:rsidP="00173F45">
      <w:pPr>
        <w:spacing w:line="276" w:lineRule="auto"/>
        <w:rPr>
          <w:sz w:val="22"/>
          <w:szCs w:val="22"/>
          <w:lang w:val="de-DE"/>
        </w:rPr>
      </w:pPr>
    </w:p>
    <w:p w14:paraId="3F7CFEEE" w14:textId="78979E79" w:rsidR="00173F45" w:rsidRPr="008154C0" w:rsidRDefault="0063345C" w:rsidP="00173F45">
      <w:pPr>
        <w:spacing w:line="276" w:lineRule="auto"/>
        <w:rPr>
          <w:sz w:val="22"/>
          <w:szCs w:val="22"/>
          <w:lang w:val="de-DE"/>
        </w:rPr>
      </w:pPr>
      <w:r w:rsidRPr="008154C0">
        <w:rPr>
          <w:sz w:val="22"/>
          <w:szCs w:val="22"/>
          <w:lang w:val="de-DE"/>
        </w:rPr>
        <w:t>Dieser Lkw-Prototyp entstand im Werk von Renault Trucks in Blainville-sur-Orne, dem ersten Werk in Europa, das seit 2020 serienmäßig Elektro-Lkw herstellt.</w:t>
      </w:r>
      <w:r w:rsidR="00173F45" w:rsidRPr="008154C0">
        <w:rPr>
          <w:sz w:val="22"/>
          <w:szCs w:val="22"/>
          <w:lang w:val="de-DE"/>
        </w:rPr>
        <w:t xml:space="preserve">  </w:t>
      </w:r>
    </w:p>
    <w:p w14:paraId="394CBD7D" w14:textId="77777777" w:rsidR="00173F45" w:rsidRPr="008154C0" w:rsidRDefault="00173F45" w:rsidP="00173F45">
      <w:pPr>
        <w:spacing w:line="276" w:lineRule="auto"/>
        <w:rPr>
          <w:sz w:val="22"/>
          <w:szCs w:val="22"/>
          <w:lang w:val="de-DE"/>
        </w:rPr>
      </w:pPr>
    </w:p>
    <w:p w14:paraId="6BBF368A" w14:textId="77777777" w:rsidR="00986139" w:rsidRPr="008154C0" w:rsidRDefault="00986139" w:rsidP="00173F45">
      <w:pPr>
        <w:spacing w:line="276" w:lineRule="auto"/>
        <w:rPr>
          <w:sz w:val="22"/>
          <w:szCs w:val="22"/>
          <w:lang w:val="de-DE"/>
        </w:rPr>
      </w:pPr>
    </w:p>
    <w:p w14:paraId="4BE48107" w14:textId="0AE2E735" w:rsidR="00173F45" w:rsidRPr="008154C0" w:rsidRDefault="009C33C7" w:rsidP="00BD500E">
      <w:pPr>
        <w:pStyle w:val="ListParagraph"/>
        <w:numPr>
          <w:ilvl w:val="0"/>
          <w:numId w:val="22"/>
        </w:numPr>
        <w:spacing w:line="276" w:lineRule="auto"/>
        <w:rPr>
          <w:b/>
          <w:bCs/>
          <w:sz w:val="24"/>
          <w:szCs w:val="24"/>
          <w:lang w:val="de-DE"/>
        </w:rPr>
      </w:pPr>
      <w:r w:rsidRPr="008154C0">
        <w:rPr>
          <w:b/>
          <w:bCs/>
          <w:sz w:val="24"/>
          <w:szCs w:val="24"/>
          <w:lang w:val="de-DE"/>
        </w:rPr>
        <w:t>Ein auf die Probleme und Nutzung der urbanen Zustellung angepasstes Fahrzeug</w:t>
      </w:r>
    </w:p>
    <w:p w14:paraId="1836C46F" w14:textId="77777777" w:rsidR="00173F45" w:rsidRPr="008154C0" w:rsidRDefault="00173F45" w:rsidP="00173F45">
      <w:pPr>
        <w:spacing w:line="276" w:lineRule="auto"/>
        <w:rPr>
          <w:color w:val="FF0000"/>
          <w:sz w:val="28"/>
          <w:szCs w:val="28"/>
          <w:lang w:val="de-DE"/>
        </w:rPr>
      </w:pPr>
    </w:p>
    <w:p w14:paraId="081A9677" w14:textId="0575BA1E" w:rsidR="00173F45" w:rsidRPr="008154C0" w:rsidRDefault="00A4366B" w:rsidP="00173F45">
      <w:pPr>
        <w:spacing w:line="276" w:lineRule="auto"/>
        <w:rPr>
          <w:sz w:val="22"/>
          <w:szCs w:val="22"/>
          <w:lang w:val="de-DE"/>
        </w:rPr>
      </w:pPr>
      <w:r w:rsidRPr="008154C0">
        <w:rPr>
          <w:i/>
          <w:sz w:val="22"/>
          <w:szCs w:val="22"/>
          <w:lang w:val="de-DE"/>
        </w:rPr>
        <w:t>Oxygen</w:t>
      </w:r>
      <w:r w:rsidRPr="008154C0">
        <w:rPr>
          <w:sz w:val="22"/>
          <w:szCs w:val="22"/>
          <w:lang w:val="de-DE"/>
        </w:rPr>
        <w:t xml:space="preserve"> ist das Ergebnis einer Zusammenarbeit von Renault Trucks und 17 Partnern. Er wurde speziell für den Einsatz i</w:t>
      </w:r>
      <w:r w:rsidR="00103EE8" w:rsidRPr="008154C0">
        <w:rPr>
          <w:sz w:val="22"/>
          <w:szCs w:val="22"/>
          <w:lang w:val="de-DE"/>
        </w:rPr>
        <w:t>m</w:t>
      </w:r>
      <w:r w:rsidRPr="008154C0">
        <w:rPr>
          <w:sz w:val="22"/>
          <w:szCs w:val="22"/>
          <w:lang w:val="de-DE"/>
        </w:rPr>
        <w:t xml:space="preserve"> </w:t>
      </w:r>
      <w:r w:rsidR="00103EE8" w:rsidRPr="008154C0">
        <w:rPr>
          <w:sz w:val="22"/>
          <w:szCs w:val="22"/>
          <w:lang w:val="de-DE"/>
        </w:rPr>
        <w:t>urbanen Bereich</w:t>
      </w:r>
      <w:r w:rsidRPr="008154C0">
        <w:rPr>
          <w:sz w:val="22"/>
          <w:szCs w:val="22"/>
          <w:lang w:val="de-DE"/>
        </w:rPr>
        <w:t xml:space="preserve"> konzipiert</w:t>
      </w:r>
      <w:r w:rsidR="00103EE8" w:rsidRPr="008154C0">
        <w:rPr>
          <w:sz w:val="22"/>
          <w:szCs w:val="22"/>
          <w:lang w:val="de-DE"/>
        </w:rPr>
        <w:t xml:space="preserve"> und steht für</w:t>
      </w:r>
      <w:r w:rsidRPr="008154C0">
        <w:rPr>
          <w:sz w:val="22"/>
          <w:szCs w:val="22"/>
          <w:lang w:val="de-DE"/>
        </w:rPr>
        <w:t xml:space="preserve"> Sicherheit, Komfort und Modernität:</w:t>
      </w:r>
    </w:p>
    <w:p w14:paraId="17B20706" w14:textId="77777777" w:rsidR="00173F45" w:rsidRPr="008154C0" w:rsidRDefault="00173F45" w:rsidP="00173F45">
      <w:pPr>
        <w:spacing w:line="276" w:lineRule="auto"/>
        <w:rPr>
          <w:sz w:val="20"/>
          <w:lang w:val="de-DE"/>
        </w:rPr>
      </w:pPr>
    </w:p>
    <w:p w14:paraId="2BA0D30C" w14:textId="6D8B8AA8" w:rsidR="005E3188" w:rsidRPr="008154C0" w:rsidRDefault="0040546B" w:rsidP="0040546B">
      <w:pPr>
        <w:pStyle w:val="ListParagraph"/>
        <w:numPr>
          <w:ilvl w:val="0"/>
          <w:numId w:val="23"/>
        </w:numPr>
        <w:spacing w:line="276" w:lineRule="auto"/>
        <w:ind w:left="360"/>
        <w:rPr>
          <w:sz w:val="22"/>
          <w:szCs w:val="22"/>
          <w:lang w:val="de-DE"/>
        </w:rPr>
      </w:pPr>
      <w:r w:rsidRPr="008154C0">
        <w:rPr>
          <w:sz w:val="22"/>
          <w:szCs w:val="22"/>
          <w:lang w:val="de-DE"/>
        </w:rPr>
        <w:lastRenderedPageBreak/>
        <w:t xml:space="preserve">Der Elektro-Lkw </w:t>
      </w:r>
      <w:r w:rsidRPr="008154C0">
        <w:rPr>
          <w:i/>
          <w:sz w:val="22"/>
          <w:szCs w:val="22"/>
          <w:lang w:val="de-DE"/>
        </w:rPr>
        <w:t>Oxygen</w:t>
      </w:r>
      <w:r w:rsidRPr="008154C0">
        <w:rPr>
          <w:sz w:val="22"/>
          <w:szCs w:val="22"/>
          <w:lang w:val="de-DE"/>
        </w:rPr>
        <w:t xml:space="preserve"> </w:t>
      </w:r>
      <w:r w:rsidR="0047779B" w:rsidRPr="008154C0">
        <w:rPr>
          <w:sz w:val="22"/>
          <w:szCs w:val="22"/>
          <w:lang w:val="de-DE"/>
        </w:rPr>
        <w:t xml:space="preserve">bietet dank einer abgesenkten Kabine und einer großen Windschutzscheibe </w:t>
      </w:r>
      <w:r w:rsidRPr="008154C0">
        <w:rPr>
          <w:sz w:val="22"/>
          <w:szCs w:val="22"/>
          <w:lang w:val="de-DE"/>
        </w:rPr>
        <w:t xml:space="preserve">eine bessere Sicht und mehr Sicherheit, </w:t>
      </w:r>
      <w:r w:rsidR="0047779B" w:rsidRPr="008154C0">
        <w:rPr>
          <w:sz w:val="22"/>
          <w:szCs w:val="22"/>
          <w:lang w:val="de-DE"/>
        </w:rPr>
        <w:t xml:space="preserve">was </w:t>
      </w:r>
      <w:r w:rsidRPr="008154C0">
        <w:rPr>
          <w:sz w:val="22"/>
          <w:szCs w:val="22"/>
          <w:lang w:val="de-DE"/>
        </w:rPr>
        <w:t>dem Fahrer eine hervorragende direkte Sicht auf Augenhöhe mit den Verkehrsteilnehmern er</w:t>
      </w:r>
      <w:r w:rsidR="0047779B" w:rsidRPr="008154C0">
        <w:rPr>
          <w:sz w:val="22"/>
          <w:szCs w:val="22"/>
          <w:lang w:val="de-DE"/>
        </w:rPr>
        <w:t>laubt</w:t>
      </w:r>
      <w:r w:rsidRPr="008154C0">
        <w:rPr>
          <w:sz w:val="22"/>
          <w:szCs w:val="22"/>
          <w:lang w:val="de-DE"/>
        </w:rPr>
        <w:t>.</w:t>
      </w:r>
      <w:r w:rsidR="00173F45" w:rsidRPr="008154C0">
        <w:rPr>
          <w:sz w:val="22"/>
          <w:szCs w:val="22"/>
          <w:lang w:val="de-DE"/>
        </w:rPr>
        <w:t xml:space="preserve"> </w:t>
      </w:r>
      <w:r w:rsidR="0095564D" w:rsidRPr="008154C0">
        <w:rPr>
          <w:sz w:val="22"/>
          <w:szCs w:val="22"/>
          <w:lang w:val="de-DE"/>
        </w:rPr>
        <w:t>Die Rückspiegel werden durch mehrere Kameras ersetzt und ermöglichen eine Rundumsicht, wobei die Sicht nach hinten sowie das Erkennen von Fußgängern und gefährdeten Verkehrsteilnehmern im toten Winkel deutlich verbessert wurde</w:t>
      </w:r>
      <w:r w:rsidR="001E55F3" w:rsidRPr="008154C0">
        <w:rPr>
          <w:sz w:val="22"/>
          <w:szCs w:val="22"/>
          <w:lang w:val="de-DE"/>
        </w:rPr>
        <w:t>n</w:t>
      </w:r>
      <w:r w:rsidR="0095564D" w:rsidRPr="008154C0">
        <w:rPr>
          <w:sz w:val="22"/>
          <w:szCs w:val="22"/>
          <w:lang w:val="de-DE"/>
        </w:rPr>
        <w:t>.</w:t>
      </w:r>
    </w:p>
    <w:p w14:paraId="13B3ADD0" w14:textId="77777777" w:rsidR="005E3188" w:rsidRPr="008154C0" w:rsidRDefault="005E3188" w:rsidP="005E3188">
      <w:pPr>
        <w:pStyle w:val="ListParagraph"/>
        <w:spacing w:line="276" w:lineRule="auto"/>
        <w:ind w:left="360"/>
        <w:rPr>
          <w:sz w:val="22"/>
          <w:szCs w:val="22"/>
          <w:lang w:val="de-DE"/>
        </w:rPr>
      </w:pPr>
    </w:p>
    <w:p w14:paraId="0F41D27A" w14:textId="2E35B8C0" w:rsidR="009E6888" w:rsidRPr="008154C0" w:rsidRDefault="009119D2" w:rsidP="009E6888">
      <w:pPr>
        <w:pStyle w:val="ListParagraph"/>
        <w:numPr>
          <w:ilvl w:val="0"/>
          <w:numId w:val="23"/>
        </w:numPr>
        <w:spacing w:line="276" w:lineRule="auto"/>
        <w:ind w:left="360"/>
        <w:rPr>
          <w:sz w:val="22"/>
          <w:szCs w:val="22"/>
          <w:lang w:val="de-DE"/>
        </w:rPr>
      </w:pPr>
      <w:r w:rsidRPr="008154C0">
        <w:rPr>
          <w:sz w:val="22"/>
          <w:szCs w:val="22"/>
          <w:lang w:val="de-DE"/>
        </w:rPr>
        <w:t>Zur Verbesserung des Komforts und der Fahrersicherheit wurde auf der Beifahrerseite eine Schiebetür eingebaut, welche die mit dem Öffnen einer herkömmlichen Tür einhergehenden Risiken vermeidet. D</w:t>
      </w:r>
      <w:r w:rsidR="00375248" w:rsidRPr="008154C0">
        <w:rPr>
          <w:sz w:val="22"/>
          <w:szCs w:val="22"/>
          <w:lang w:val="de-DE"/>
        </w:rPr>
        <w:t>as</w:t>
      </w:r>
      <w:r w:rsidRPr="008154C0">
        <w:rPr>
          <w:sz w:val="22"/>
          <w:szCs w:val="22"/>
          <w:lang w:val="de-DE"/>
        </w:rPr>
        <w:t xml:space="preserve"> </w:t>
      </w:r>
      <w:r w:rsidR="00375248" w:rsidRPr="008154C0">
        <w:rPr>
          <w:sz w:val="22"/>
          <w:szCs w:val="22"/>
          <w:lang w:val="de-DE"/>
        </w:rPr>
        <w:t xml:space="preserve">Ein- und Aussteigen ist </w:t>
      </w:r>
      <w:r w:rsidRPr="008154C0">
        <w:rPr>
          <w:sz w:val="22"/>
          <w:szCs w:val="22"/>
          <w:lang w:val="de-DE"/>
        </w:rPr>
        <w:t xml:space="preserve">sowohl von rechts als auch von links </w:t>
      </w:r>
      <w:r w:rsidR="00375248" w:rsidRPr="008154C0">
        <w:rPr>
          <w:sz w:val="22"/>
          <w:szCs w:val="22"/>
          <w:lang w:val="de-DE"/>
        </w:rPr>
        <w:t xml:space="preserve">möglich und wird auch </w:t>
      </w:r>
      <w:r w:rsidRPr="008154C0">
        <w:rPr>
          <w:sz w:val="22"/>
          <w:szCs w:val="22"/>
          <w:lang w:val="de-DE"/>
        </w:rPr>
        <w:t xml:space="preserve">durch </w:t>
      </w:r>
      <w:r w:rsidR="00375248" w:rsidRPr="008154C0">
        <w:rPr>
          <w:sz w:val="22"/>
          <w:szCs w:val="22"/>
          <w:lang w:val="de-DE"/>
        </w:rPr>
        <w:t>eine</w:t>
      </w:r>
      <w:r w:rsidRPr="008154C0">
        <w:rPr>
          <w:sz w:val="22"/>
          <w:szCs w:val="22"/>
          <w:lang w:val="de-DE"/>
        </w:rPr>
        <w:t xml:space="preserve"> niedrige Einstiegshöhe erleichtert.</w:t>
      </w:r>
    </w:p>
    <w:p w14:paraId="068AA430" w14:textId="77777777" w:rsidR="009E6888" w:rsidRPr="008154C0" w:rsidRDefault="009E6888" w:rsidP="009E6888">
      <w:pPr>
        <w:pStyle w:val="ListParagraph"/>
        <w:rPr>
          <w:rFonts w:eastAsiaTheme="minorEastAsia"/>
          <w:sz w:val="22"/>
          <w:szCs w:val="22"/>
          <w:lang w:val="de-DE"/>
        </w:rPr>
      </w:pPr>
    </w:p>
    <w:p w14:paraId="6C01F928" w14:textId="4029332A" w:rsidR="00504ED4" w:rsidRPr="008154C0" w:rsidRDefault="00902984" w:rsidP="009E6888">
      <w:pPr>
        <w:pStyle w:val="ListParagraph"/>
        <w:numPr>
          <w:ilvl w:val="0"/>
          <w:numId w:val="23"/>
        </w:numPr>
        <w:spacing w:line="276" w:lineRule="auto"/>
        <w:ind w:left="360"/>
        <w:rPr>
          <w:sz w:val="22"/>
          <w:szCs w:val="22"/>
          <w:lang w:val="de-DE"/>
        </w:rPr>
      </w:pPr>
      <w:r w:rsidRPr="008154C0">
        <w:rPr>
          <w:rFonts w:eastAsiaTheme="minorEastAsia"/>
          <w:sz w:val="22"/>
          <w:szCs w:val="22"/>
          <w:lang w:val="de-DE"/>
        </w:rPr>
        <w:t xml:space="preserve">Zur vollständigen Erhaltung der Frische der transportierten Lebensmittel ist das Fahrzeug mit einer temperaturgeführten Isolierkiste ausgestattet, die sich für den Einsatz </w:t>
      </w:r>
      <w:r w:rsidR="00450E72" w:rsidRPr="008154C0">
        <w:rPr>
          <w:rFonts w:eastAsiaTheme="minorEastAsia"/>
          <w:sz w:val="22"/>
          <w:szCs w:val="22"/>
          <w:lang w:val="de-DE"/>
        </w:rPr>
        <w:t>mit</w:t>
      </w:r>
      <w:r w:rsidRPr="008154C0">
        <w:rPr>
          <w:rFonts w:eastAsiaTheme="minorEastAsia"/>
          <w:sz w:val="22"/>
          <w:szCs w:val="22"/>
          <w:lang w:val="de-DE"/>
        </w:rPr>
        <w:t xml:space="preserve"> 25 Transportrollern eignet.</w:t>
      </w:r>
      <w:r w:rsidR="004A1B47" w:rsidRPr="008154C0">
        <w:rPr>
          <w:rFonts w:eastAsiaTheme="minorEastAsia"/>
          <w:sz w:val="22"/>
          <w:szCs w:val="22"/>
          <w:lang w:val="de-DE"/>
        </w:rPr>
        <w:t xml:space="preserve"> </w:t>
      </w:r>
    </w:p>
    <w:p w14:paraId="44F16E7B" w14:textId="77777777" w:rsidR="007A6093" w:rsidRPr="008154C0" w:rsidRDefault="007A6093" w:rsidP="007A6093">
      <w:pPr>
        <w:pStyle w:val="ListParagraph"/>
        <w:spacing w:line="276" w:lineRule="auto"/>
        <w:rPr>
          <w:sz w:val="22"/>
          <w:szCs w:val="22"/>
          <w:lang w:val="de-DE"/>
        </w:rPr>
      </w:pPr>
    </w:p>
    <w:p w14:paraId="477E4299" w14:textId="12CE65FF" w:rsidR="004A1B47" w:rsidRPr="008154C0" w:rsidRDefault="00450E72" w:rsidP="004A1B47">
      <w:pPr>
        <w:pStyle w:val="ListParagraph"/>
        <w:numPr>
          <w:ilvl w:val="0"/>
          <w:numId w:val="23"/>
        </w:numPr>
        <w:spacing w:line="276" w:lineRule="auto"/>
        <w:ind w:left="360"/>
        <w:rPr>
          <w:sz w:val="22"/>
          <w:szCs w:val="22"/>
          <w:lang w:val="de-DE"/>
        </w:rPr>
      </w:pPr>
      <w:r w:rsidRPr="008154C0">
        <w:rPr>
          <w:sz w:val="22"/>
          <w:szCs w:val="22"/>
          <w:lang w:val="de-DE"/>
        </w:rPr>
        <w:t xml:space="preserve">Zur </w:t>
      </w:r>
      <w:r w:rsidR="00A42AA3" w:rsidRPr="008154C0">
        <w:rPr>
          <w:sz w:val="22"/>
          <w:szCs w:val="22"/>
          <w:lang w:val="de-DE"/>
        </w:rPr>
        <w:t>reibungslosen Integration</w:t>
      </w:r>
      <w:r w:rsidRPr="008154C0">
        <w:rPr>
          <w:sz w:val="22"/>
          <w:szCs w:val="22"/>
          <w:lang w:val="de-DE"/>
        </w:rPr>
        <w:t xml:space="preserve"> d</w:t>
      </w:r>
      <w:r w:rsidR="00A42AA3" w:rsidRPr="008154C0">
        <w:rPr>
          <w:sz w:val="22"/>
          <w:szCs w:val="22"/>
          <w:lang w:val="de-DE"/>
        </w:rPr>
        <w:t>e</w:t>
      </w:r>
      <w:r w:rsidRPr="008154C0">
        <w:rPr>
          <w:sz w:val="22"/>
          <w:szCs w:val="22"/>
          <w:lang w:val="de-DE"/>
        </w:rPr>
        <w:t>s Fahrzeug</w:t>
      </w:r>
      <w:r w:rsidR="00A42AA3" w:rsidRPr="008154C0">
        <w:rPr>
          <w:sz w:val="22"/>
          <w:szCs w:val="22"/>
          <w:lang w:val="de-DE"/>
        </w:rPr>
        <w:t>s</w:t>
      </w:r>
      <w:r w:rsidRPr="008154C0">
        <w:rPr>
          <w:sz w:val="22"/>
          <w:szCs w:val="22"/>
          <w:lang w:val="de-DE"/>
        </w:rPr>
        <w:t xml:space="preserve"> in das Stadtbild und um </w:t>
      </w:r>
      <w:r w:rsidR="0024276E" w:rsidRPr="008154C0">
        <w:rPr>
          <w:sz w:val="22"/>
          <w:szCs w:val="22"/>
          <w:lang w:val="de-DE"/>
        </w:rPr>
        <w:t>den</w:t>
      </w:r>
      <w:r w:rsidRPr="008154C0">
        <w:rPr>
          <w:sz w:val="22"/>
          <w:szCs w:val="22"/>
          <w:lang w:val="de-DE"/>
        </w:rPr>
        <w:t xml:space="preserve"> Komfort </w:t>
      </w:r>
      <w:r w:rsidR="0024276E" w:rsidRPr="008154C0">
        <w:rPr>
          <w:sz w:val="22"/>
          <w:szCs w:val="22"/>
          <w:lang w:val="de-DE"/>
        </w:rPr>
        <w:t>und die Bedingungen für den Fahrer zu verbessern</w:t>
      </w:r>
      <w:r w:rsidRPr="008154C0">
        <w:rPr>
          <w:sz w:val="22"/>
          <w:szCs w:val="22"/>
          <w:lang w:val="de-DE"/>
        </w:rPr>
        <w:t xml:space="preserve">, wurden </w:t>
      </w:r>
      <w:r w:rsidR="0024276E" w:rsidRPr="008154C0">
        <w:rPr>
          <w:sz w:val="22"/>
          <w:szCs w:val="22"/>
          <w:lang w:val="de-DE"/>
        </w:rPr>
        <w:t>auch noch</w:t>
      </w:r>
      <w:r w:rsidRPr="008154C0">
        <w:rPr>
          <w:sz w:val="22"/>
          <w:szCs w:val="22"/>
          <w:lang w:val="de-DE"/>
        </w:rPr>
        <w:t xml:space="preserve"> die Außenlinien des LKWs </w:t>
      </w:r>
      <w:r w:rsidR="0024276E" w:rsidRPr="008154C0">
        <w:rPr>
          <w:sz w:val="22"/>
          <w:szCs w:val="22"/>
          <w:lang w:val="de-DE"/>
        </w:rPr>
        <w:t>sowie</w:t>
      </w:r>
      <w:r w:rsidRPr="008154C0">
        <w:rPr>
          <w:sz w:val="22"/>
          <w:szCs w:val="22"/>
          <w:lang w:val="de-DE"/>
        </w:rPr>
        <w:t xml:space="preserve"> das Innere der Kabine komplett neu gestaltet.</w:t>
      </w:r>
    </w:p>
    <w:p w14:paraId="0FE0F505" w14:textId="77777777" w:rsidR="004A1B47" w:rsidRPr="008154C0" w:rsidRDefault="004A1B47" w:rsidP="004A1B47">
      <w:pPr>
        <w:spacing w:line="276" w:lineRule="auto"/>
        <w:rPr>
          <w:sz w:val="22"/>
          <w:szCs w:val="22"/>
          <w:lang w:val="de-DE"/>
        </w:rPr>
      </w:pPr>
    </w:p>
    <w:p w14:paraId="18E42302" w14:textId="77777777" w:rsidR="00245491" w:rsidRPr="008154C0" w:rsidRDefault="00245491" w:rsidP="00245491">
      <w:pPr>
        <w:spacing w:line="276" w:lineRule="auto"/>
        <w:rPr>
          <w:sz w:val="22"/>
          <w:szCs w:val="22"/>
          <w:lang w:val="de-DE"/>
        </w:rPr>
      </w:pPr>
    </w:p>
    <w:p w14:paraId="2CF24449" w14:textId="5D94A96D" w:rsidR="00173F45" w:rsidRPr="008154C0" w:rsidRDefault="000618F7" w:rsidP="00943387">
      <w:pPr>
        <w:pStyle w:val="ListParagraph"/>
        <w:numPr>
          <w:ilvl w:val="0"/>
          <w:numId w:val="22"/>
        </w:numPr>
        <w:spacing w:line="276" w:lineRule="auto"/>
        <w:rPr>
          <w:b/>
          <w:bCs/>
          <w:sz w:val="24"/>
          <w:szCs w:val="24"/>
          <w:lang w:val="de-DE"/>
        </w:rPr>
      </w:pPr>
      <w:r w:rsidRPr="008154C0">
        <w:rPr>
          <w:b/>
          <w:bCs/>
          <w:sz w:val="24"/>
          <w:szCs w:val="24"/>
          <w:lang w:val="de-DE"/>
        </w:rPr>
        <w:t>Technische Daten des Fahrzeugs</w:t>
      </w:r>
    </w:p>
    <w:p w14:paraId="65326C00" w14:textId="77777777" w:rsidR="00173F45" w:rsidRPr="008154C0" w:rsidRDefault="00173F45" w:rsidP="00173F45">
      <w:pPr>
        <w:pStyle w:val="ListParagraph"/>
        <w:rPr>
          <w:sz w:val="22"/>
          <w:szCs w:val="22"/>
          <w:lang w:val="de-DE"/>
        </w:rPr>
      </w:pPr>
    </w:p>
    <w:p w14:paraId="21E7FEA4" w14:textId="13276922" w:rsidR="004A1B47" w:rsidRPr="008154C0" w:rsidRDefault="000618F7" w:rsidP="004A1B47">
      <w:pPr>
        <w:pStyle w:val="ListParagraph"/>
        <w:numPr>
          <w:ilvl w:val="0"/>
          <w:numId w:val="24"/>
        </w:numPr>
        <w:spacing w:line="276" w:lineRule="auto"/>
        <w:rPr>
          <w:sz w:val="22"/>
          <w:szCs w:val="22"/>
          <w:lang w:val="de-DE"/>
        </w:rPr>
      </w:pPr>
      <w:r w:rsidRPr="008154C0">
        <w:rPr>
          <w:sz w:val="22"/>
          <w:szCs w:val="22"/>
          <w:lang w:val="de-DE"/>
        </w:rPr>
        <w:t>zulässiges Gesamtgewicht</w:t>
      </w:r>
      <w:r w:rsidR="004A1B47" w:rsidRPr="008154C0">
        <w:rPr>
          <w:sz w:val="22"/>
          <w:szCs w:val="22"/>
          <w:lang w:val="de-DE"/>
        </w:rPr>
        <w:t>: 26 t</w:t>
      </w:r>
    </w:p>
    <w:p w14:paraId="5A6620C7" w14:textId="22C97B29" w:rsidR="00173F45" w:rsidRPr="008154C0" w:rsidRDefault="0004192B" w:rsidP="004A1B47">
      <w:pPr>
        <w:pStyle w:val="ListParagraph"/>
        <w:numPr>
          <w:ilvl w:val="0"/>
          <w:numId w:val="24"/>
        </w:numPr>
        <w:spacing w:line="276" w:lineRule="auto"/>
        <w:rPr>
          <w:sz w:val="22"/>
          <w:szCs w:val="22"/>
          <w:lang w:val="de-DE"/>
        </w:rPr>
      </w:pPr>
      <w:r w:rsidRPr="008154C0">
        <w:rPr>
          <w:sz w:val="22"/>
          <w:szCs w:val="22"/>
          <w:lang w:val="de-DE"/>
        </w:rPr>
        <w:t>Fahrgestell</w:t>
      </w:r>
      <w:r w:rsidR="00C35228" w:rsidRPr="008154C0">
        <w:rPr>
          <w:sz w:val="22"/>
          <w:szCs w:val="22"/>
          <w:lang w:val="de-DE"/>
        </w:rPr>
        <w:t xml:space="preserve">: </w:t>
      </w:r>
      <w:r w:rsidR="00173F45" w:rsidRPr="008154C0">
        <w:rPr>
          <w:sz w:val="22"/>
          <w:szCs w:val="22"/>
          <w:lang w:val="de-DE"/>
        </w:rPr>
        <w:t>6x2</w:t>
      </w:r>
    </w:p>
    <w:p w14:paraId="37B343EC" w14:textId="1A658625" w:rsidR="003D6541" w:rsidRPr="008154C0" w:rsidRDefault="002B625D" w:rsidP="003D6541">
      <w:pPr>
        <w:pStyle w:val="ListParagraph"/>
        <w:numPr>
          <w:ilvl w:val="0"/>
          <w:numId w:val="24"/>
        </w:numPr>
        <w:spacing w:line="276" w:lineRule="auto"/>
        <w:rPr>
          <w:sz w:val="22"/>
          <w:szCs w:val="22"/>
          <w:lang w:val="de-DE"/>
        </w:rPr>
      </w:pPr>
      <w:r w:rsidRPr="008154C0">
        <w:rPr>
          <w:sz w:val="22"/>
          <w:szCs w:val="22"/>
          <w:lang w:val="de-DE"/>
        </w:rPr>
        <w:t>Maße</w:t>
      </w:r>
      <w:r w:rsidR="00C35228" w:rsidRPr="008154C0">
        <w:rPr>
          <w:sz w:val="22"/>
          <w:szCs w:val="22"/>
          <w:lang w:val="de-DE"/>
        </w:rPr>
        <w:t>: 10 m (</w:t>
      </w:r>
      <w:r w:rsidR="00440C1D" w:rsidRPr="008154C0">
        <w:rPr>
          <w:sz w:val="22"/>
          <w:szCs w:val="22"/>
          <w:lang w:val="de-DE"/>
        </w:rPr>
        <w:t>L</w:t>
      </w:r>
      <w:r w:rsidR="00C35228" w:rsidRPr="008154C0">
        <w:rPr>
          <w:sz w:val="22"/>
          <w:szCs w:val="22"/>
          <w:lang w:val="de-DE"/>
        </w:rPr>
        <w:t>) x 2,6 m (</w:t>
      </w:r>
      <w:r w:rsidR="00440C1D" w:rsidRPr="008154C0">
        <w:rPr>
          <w:sz w:val="22"/>
          <w:szCs w:val="22"/>
          <w:lang w:val="de-DE"/>
        </w:rPr>
        <w:t>B</w:t>
      </w:r>
      <w:r w:rsidR="00C35228" w:rsidRPr="008154C0">
        <w:rPr>
          <w:sz w:val="22"/>
          <w:szCs w:val="22"/>
          <w:lang w:val="de-DE"/>
        </w:rPr>
        <w:t>) x 3,8 m (</w:t>
      </w:r>
      <w:r w:rsidR="00440C1D" w:rsidRPr="008154C0">
        <w:rPr>
          <w:sz w:val="22"/>
          <w:szCs w:val="22"/>
          <w:lang w:val="de-DE"/>
        </w:rPr>
        <w:t>H</w:t>
      </w:r>
      <w:r w:rsidR="00C35228" w:rsidRPr="008154C0">
        <w:rPr>
          <w:sz w:val="22"/>
          <w:szCs w:val="22"/>
          <w:lang w:val="de-DE"/>
        </w:rPr>
        <w:t>)</w:t>
      </w:r>
    </w:p>
    <w:p w14:paraId="7E6F9E3F" w14:textId="1FB9837B" w:rsidR="00C35228" w:rsidRPr="008154C0" w:rsidRDefault="00DE4772" w:rsidP="003D6541">
      <w:pPr>
        <w:pStyle w:val="ListParagraph"/>
        <w:numPr>
          <w:ilvl w:val="0"/>
          <w:numId w:val="24"/>
        </w:numPr>
        <w:spacing w:line="276" w:lineRule="auto"/>
        <w:rPr>
          <w:sz w:val="22"/>
          <w:szCs w:val="22"/>
          <w:lang w:val="de-DE"/>
        </w:rPr>
      </w:pPr>
      <w:r w:rsidRPr="008154C0">
        <w:rPr>
          <w:sz w:val="22"/>
          <w:szCs w:val="22"/>
          <w:lang w:val="de-DE"/>
        </w:rPr>
        <w:t>Radstand</w:t>
      </w:r>
      <w:r w:rsidR="00C35228" w:rsidRPr="008154C0">
        <w:rPr>
          <w:sz w:val="22"/>
          <w:szCs w:val="22"/>
          <w:lang w:val="de-DE"/>
        </w:rPr>
        <w:t xml:space="preserve">: </w:t>
      </w:r>
      <w:r w:rsidR="003D6541" w:rsidRPr="008154C0">
        <w:rPr>
          <w:rStyle w:val="normaltextrun"/>
          <w:rFonts w:ascii="Arial" w:hAnsi="Arial" w:cs="Arial"/>
          <w:color w:val="000000"/>
          <w:sz w:val="22"/>
          <w:szCs w:val="22"/>
          <w:shd w:val="clear" w:color="auto" w:fill="FFFFFF"/>
          <w:lang w:val="de-DE"/>
        </w:rPr>
        <w:t>4600 mm</w:t>
      </w:r>
    </w:p>
    <w:p w14:paraId="10ACD1B9" w14:textId="711762D6" w:rsidR="00173F45" w:rsidRPr="008154C0" w:rsidRDefault="00660DD7" w:rsidP="004A1B47">
      <w:pPr>
        <w:pStyle w:val="ListParagraph"/>
        <w:numPr>
          <w:ilvl w:val="0"/>
          <w:numId w:val="24"/>
        </w:numPr>
        <w:spacing w:line="276" w:lineRule="auto"/>
        <w:rPr>
          <w:sz w:val="22"/>
          <w:szCs w:val="22"/>
          <w:lang w:val="de-DE"/>
        </w:rPr>
      </w:pPr>
      <w:r w:rsidRPr="008154C0">
        <w:rPr>
          <w:sz w:val="22"/>
          <w:szCs w:val="22"/>
          <w:lang w:val="de-DE"/>
        </w:rPr>
        <w:t>K</w:t>
      </w:r>
      <w:r w:rsidR="00C35228" w:rsidRPr="008154C0">
        <w:rPr>
          <w:sz w:val="22"/>
          <w:szCs w:val="22"/>
          <w:lang w:val="de-DE"/>
        </w:rPr>
        <w:t xml:space="preserve">arosserie: </w:t>
      </w:r>
      <w:r w:rsidR="003522B0" w:rsidRPr="008154C0">
        <w:rPr>
          <w:sz w:val="22"/>
          <w:szCs w:val="22"/>
          <w:lang w:val="de-DE"/>
        </w:rPr>
        <w:t>in das Chassis integrierte Kühleinheit, geeignet für Supermarktrollis</w:t>
      </w:r>
      <w:r w:rsidR="00173F45" w:rsidRPr="008154C0">
        <w:rPr>
          <w:sz w:val="22"/>
          <w:szCs w:val="22"/>
          <w:lang w:val="de-DE"/>
        </w:rPr>
        <w:t xml:space="preserve"> </w:t>
      </w:r>
    </w:p>
    <w:p w14:paraId="42626B7C" w14:textId="16B17C4A" w:rsidR="00C35228" w:rsidRPr="008154C0" w:rsidRDefault="00BF0FCF" w:rsidP="004A1B47">
      <w:pPr>
        <w:pStyle w:val="ListParagraph"/>
        <w:numPr>
          <w:ilvl w:val="0"/>
          <w:numId w:val="24"/>
        </w:numPr>
        <w:spacing w:line="276" w:lineRule="auto"/>
        <w:rPr>
          <w:sz w:val="22"/>
          <w:szCs w:val="22"/>
          <w:lang w:val="de-DE"/>
        </w:rPr>
      </w:pPr>
      <w:r w:rsidRPr="008154C0">
        <w:rPr>
          <w:rFonts w:ascii="Arial" w:eastAsia="Arial" w:hAnsi="Arial" w:cs="Arial"/>
          <w:sz w:val="22"/>
          <w:szCs w:val="22"/>
          <w:lang w:val="de-DE"/>
        </w:rPr>
        <w:t>Batteriekapazität: 3 x 94 kWh, insgesamt 282 kWh</w:t>
      </w:r>
    </w:p>
    <w:p w14:paraId="50F65E67" w14:textId="6D0DC4C3" w:rsidR="00173F45" w:rsidRPr="008154C0" w:rsidRDefault="00173F45" w:rsidP="004A1B47">
      <w:pPr>
        <w:pStyle w:val="ListParagraph"/>
        <w:numPr>
          <w:ilvl w:val="0"/>
          <w:numId w:val="24"/>
        </w:numPr>
        <w:spacing w:line="276" w:lineRule="auto"/>
        <w:rPr>
          <w:sz w:val="22"/>
          <w:szCs w:val="22"/>
          <w:lang w:val="de-DE"/>
        </w:rPr>
      </w:pPr>
      <w:r w:rsidRPr="008154C0">
        <w:rPr>
          <w:sz w:val="22"/>
          <w:szCs w:val="22"/>
          <w:lang w:val="de-DE"/>
        </w:rPr>
        <w:t>150 km</w:t>
      </w:r>
      <w:r w:rsidR="00A1013E" w:rsidRPr="008154C0">
        <w:rPr>
          <w:sz w:val="22"/>
          <w:szCs w:val="22"/>
          <w:lang w:val="de-DE"/>
        </w:rPr>
        <w:t xml:space="preserve"> Reichweite</w:t>
      </w:r>
      <w:r w:rsidRPr="008154C0">
        <w:rPr>
          <w:sz w:val="22"/>
          <w:szCs w:val="22"/>
          <w:lang w:val="de-DE"/>
        </w:rPr>
        <w:t xml:space="preserve">, </w:t>
      </w:r>
      <w:r w:rsidR="001944F9" w:rsidRPr="008154C0">
        <w:rPr>
          <w:sz w:val="22"/>
          <w:szCs w:val="22"/>
          <w:lang w:val="de-DE"/>
        </w:rPr>
        <w:t xml:space="preserve">entspricht </w:t>
      </w:r>
      <w:r w:rsidR="002C5CE6" w:rsidRPr="008154C0">
        <w:rPr>
          <w:sz w:val="22"/>
          <w:szCs w:val="22"/>
          <w:lang w:val="de-DE"/>
        </w:rPr>
        <w:t>de</w:t>
      </w:r>
      <w:r w:rsidR="001944F9" w:rsidRPr="008154C0">
        <w:rPr>
          <w:sz w:val="22"/>
          <w:szCs w:val="22"/>
          <w:lang w:val="de-DE"/>
        </w:rPr>
        <w:t>n</w:t>
      </w:r>
      <w:r w:rsidR="002C5CE6" w:rsidRPr="008154C0">
        <w:rPr>
          <w:sz w:val="22"/>
          <w:szCs w:val="22"/>
          <w:lang w:val="de-DE"/>
        </w:rPr>
        <w:t xml:space="preserve"> täglichen Jumbo-Zustellungen des Spediteurs SVZ in Amsterdam</w:t>
      </w:r>
    </w:p>
    <w:p w14:paraId="184C8339" w14:textId="77777777" w:rsidR="006554CF" w:rsidRPr="008154C0" w:rsidRDefault="006554CF">
      <w:pPr>
        <w:rPr>
          <w:b/>
          <w:bCs/>
          <w:sz w:val="18"/>
          <w:szCs w:val="18"/>
          <w:lang w:val="de-DE"/>
        </w:rPr>
      </w:pPr>
    </w:p>
    <w:p w14:paraId="6A053DBC" w14:textId="77777777" w:rsidR="002242E6" w:rsidRPr="008154C0" w:rsidRDefault="002242E6">
      <w:pPr>
        <w:rPr>
          <w:b/>
          <w:bCs/>
          <w:sz w:val="18"/>
          <w:szCs w:val="18"/>
          <w:lang w:val="de-DE"/>
        </w:rPr>
      </w:pPr>
    </w:p>
    <w:p w14:paraId="76A78B11" w14:textId="77777777" w:rsidR="002655EE" w:rsidRPr="008154C0" w:rsidRDefault="002655EE">
      <w:pPr>
        <w:rPr>
          <w:b/>
          <w:bCs/>
          <w:sz w:val="18"/>
          <w:szCs w:val="18"/>
          <w:lang w:val="de-DE"/>
        </w:rPr>
      </w:pPr>
    </w:p>
    <w:p w14:paraId="1A218405" w14:textId="77777777" w:rsidR="004B728A" w:rsidRPr="008154C0" w:rsidRDefault="004B728A" w:rsidP="004C3220">
      <w:pPr>
        <w:rPr>
          <w:b/>
          <w:bCs/>
          <w:sz w:val="18"/>
          <w:szCs w:val="18"/>
          <w:lang w:val="de-DE"/>
        </w:rPr>
      </w:pPr>
    </w:p>
    <w:p w14:paraId="2A8D3767" w14:textId="77777777" w:rsidR="00A816AE" w:rsidRPr="008154C0" w:rsidRDefault="00A816AE" w:rsidP="004C3220">
      <w:pPr>
        <w:rPr>
          <w:b/>
          <w:bCs/>
          <w:sz w:val="18"/>
          <w:szCs w:val="18"/>
          <w:lang w:val="de-DE"/>
        </w:rPr>
      </w:pPr>
    </w:p>
    <w:p w14:paraId="65DACC50" w14:textId="3B0C1501" w:rsidR="007A7DD9" w:rsidRPr="008154C0" w:rsidRDefault="00704E65" w:rsidP="007A7DD9">
      <w:pPr>
        <w:rPr>
          <w:b/>
          <w:bCs/>
          <w:sz w:val="18"/>
          <w:szCs w:val="18"/>
          <w:lang w:val="de-DE"/>
        </w:rPr>
      </w:pPr>
      <w:r w:rsidRPr="008154C0">
        <w:rPr>
          <w:b/>
          <w:bCs/>
          <w:sz w:val="18"/>
          <w:szCs w:val="18"/>
          <w:lang w:val="de-DE"/>
        </w:rPr>
        <w:t xml:space="preserve">Über </w:t>
      </w:r>
      <w:r w:rsidR="005465F7" w:rsidRPr="008154C0">
        <w:rPr>
          <w:b/>
          <w:bCs/>
          <w:sz w:val="18"/>
          <w:szCs w:val="18"/>
          <w:lang w:val="de-DE"/>
        </w:rPr>
        <w:t xml:space="preserve">die </w:t>
      </w:r>
      <w:r w:rsidRPr="008154C0">
        <w:rPr>
          <w:b/>
          <w:bCs/>
          <w:sz w:val="18"/>
          <w:szCs w:val="18"/>
          <w:lang w:val="de-DE"/>
        </w:rPr>
        <w:t>Jumbo-Supermärkte</w:t>
      </w:r>
      <w:r w:rsidR="007A7DD9" w:rsidRPr="008154C0">
        <w:rPr>
          <w:b/>
          <w:bCs/>
          <w:sz w:val="18"/>
          <w:szCs w:val="18"/>
          <w:lang w:val="de-DE"/>
        </w:rPr>
        <w:t xml:space="preserve"> </w:t>
      </w:r>
    </w:p>
    <w:p w14:paraId="63A7CF25" w14:textId="77777777" w:rsidR="000041DA" w:rsidRPr="008154C0" w:rsidRDefault="000041DA" w:rsidP="007A7DD9">
      <w:pPr>
        <w:rPr>
          <w:b/>
          <w:bCs/>
          <w:sz w:val="18"/>
          <w:szCs w:val="18"/>
          <w:lang w:val="de-DE"/>
        </w:rPr>
      </w:pPr>
    </w:p>
    <w:p w14:paraId="4A722B94" w14:textId="513471E4" w:rsidR="004A1B47" w:rsidRPr="008154C0" w:rsidRDefault="00E819B8" w:rsidP="007A7DD9">
      <w:pPr>
        <w:rPr>
          <w:sz w:val="18"/>
          <w:szCs w:val="18"/>
          <w:lang w:val="de-DE"/>
        </w:rPr>
      </w:pPr>
      <w:r w:rsidRPr="008154C0">
        <w:rPr>
          <w:sz w:val="18"/>
          <w:szCs w:val="18"/>
          <w:lang w:val="de-DE"/>
        </w:rPr>
        <w:t>Das Familienunternehmen Jumbo kann auf eine lange Geschichte zurückblicken. Sein Gründer begann 1921 als Lebensmittelgroßhändler und legte ein</w:t>
      </w:r>
      <w:r w:rsidR="001944F9" w:rsidRPr="008154C0">
        <w:rPr>
          <w:sz w:val="18"/>
          <w:szCs w:val="18"/>
          <w:lang w:val="de-DE"/>
        </w:rPr>
        <w:t>e</w:t>
      </w:r>
      <w:r w:rsidRPr="008154C0">
        <w:rPr>
          <w:sz w:val="18"/>
          <w:szCs w:val="18"/>
          <w:lang w:val="de-DE"/>
        </w:rPr>
        <w:t xml:space="preserve"> beeindruckende </w:t>
      </w:r>
      <w:r w:rsidR="001944F9" w:rsidRPr="008154C0">
        <w:rPr>
          <w:sz w:val="18"/>
          <w:szCs w:val="18"/>
          <w:lang w:val="de-DE"/>
        </w:rPr>
        <w:t>wirtschaftliche Entwicklung</w:t>
      </w:r>
      <w:r w:rsidRPr="008154C0">
        <w:rPr>
          <w:sz w:val="18"/>
          <w:szCs w:val="18"/>
          <w:lang w:val="de-DE"/>
        </w:rPr>
        <w:t xml:space="preserve"> hin.</w:t>
      </w:r>
      <w:r w:rsidR="007A7DD9" w:rsidRPr="008154C0">
        <w:rPr>
          <w:sz w:val="18"/>
          <w:szCs w:val="18"/>
          <w:lang w:val="de-DE"/>
        </w:rPr>
        <w:t xml:space="preserve"> </w:t>
      </w:r>
      <w:r w:rsidR="00D621C1" w:rsidRPr="008154C0">
        <w:rPr>
          <w:sz w:val="18"/>
          <w:szCs w:val="18"/>
          <w:lang w:val="de-DE"/>
        </w:rPr>
        <w:t>Heute ist es die zweitgrößte Supermarktkette in den Niederlanden mit wöchentlich Millionen von Kunden in über 700 Filialen und online über Jumbo.com sowie de</w:t>
      </w:r>
      <w:r w:rsidR="001944F9" w:rsidRPr="008154C0">
        <w:rPr>
          <w:sz w:val="18"/>
          <w:szCs w:val="18"/>
          <w:lang w:val="de-DE"/>
        </w:rPr>
        <w:t>r</w:t>
      </w:r>
      <w:r w:rsidR="00D621C1" w:rsidRPr="008154C0">
        <w:rPr>
          <w:sz w:val="18"/>
          <w:szCs w:val="18"/>
          <w:lang w:val="de-DE"/>
        </w:rPr>
        <w:t xml:space="preserve"> Jumbo-App.</w:t>
      </w:r>
      <w:r w:rsidR="007A7DD9" w:rsidRPr="008154C0">
        <w:rPr>
          <w:sz w:val="18"/>
          <w:szCs w:val="18"/>
          <w:lang w:val="de-DE"/>
        </w:rPr>
        <w:t xml:space="preserve"> </w:t>
      </w:r>
      <w:r w:rsidR="003C1B2C" w:rsidRPr="008154C0">
        <w:rPr>
          <w:sz w:val="18"/>
          <w:szCs w:val="18"/>
          <w:lang w:val="de-DE"/>
        </w:rPr>
        <w:t>Jumbo ist seit 2019 auch in Belgien mit über dreißig Filialen vertreten</w:t>
      </w:r>
      <w:r w:rsidR="00D55E2A" w:rsidRPr="008154C0">
        <w:rPr>
          <w:sz w:val="18"/>
          <w:szCs w:val="18"/>
          <w:lang w:val="de-DE"/>
        </w:rPr>
        <w:t xml:space="preserve"> und</w:t>
      </w:r>
      <w:r w:rsidR="003C1B2C" w:rsidRPr="008154C0">
        <w:rPr>
          <w:sz w:val="18"/>
          <w:szCs w:val="18"/>
          <w:lang w:val="de-DE"/>
        </w:rPr>
        <w:t xml:space="preserve"> </w:t>
      </w:r>
      <w:r w:rsidR="00D55E2A" w:rsidRPr="008154C0">
        <w:rPr>
          <w:sz w:val="18"/>
          <w:szCs w:val="18"/>
          <w:lang w:val="de-DE"/>
        </w:rPr>
        <w:t>i</w:t>
      </w:r>
      <w:r w:rsidR="003C1B2C" w:rsidRPr="008154C0">
        <w:rPr>
          <w:sz w:val="18"/>
          <w:szCs w:val="18"/>
          <w:lang w:val="de-DE"/>
        </w:rPr>
        <w:t xml:space="preserve">n all seinen Geschäften und online </w:t>
      </w:r>
      <w:r w:rsidR="00D55E2A" w:rsidRPr="008154C0">
        <w:rPr>
          <w:sz w:val="18"/>
          <w:szCs w:val="18"/>
          <w:lang w:val="de-DE"/>
        </w:rPr>
        <w:t>ein Garant</w:t>
      </w:r>
      <w:r w:rsidR="003C1B2C" w:rsidRPr="008154C0">
        <w:rPr>
          <w:sz w:val="18"/>
          <w:szCs w:val="18"/>
          <w:lang w:val="de-DE"/>
        </w:rPr>
        <w:t xml:space="preserve"> für niedrige Preise, Qualität </w:t>
      </w:r>
      <w:r w:rsidR="00E0167C" w:rsidRPr="008154C0">
        <w:rPr>
          <w:sz w:val="18"/>
          <w:szCs w:val="18"/>
          <w:lang w:val="de-DE"/>
        </w:rPr>
        <w:t>sowie</w:t>
      </w:r>
      <w:r w:rsidR="003C1B2C" w:rsidRPr="008154C0">
        <w:rPr>
          <w:sz w:val="18"/>
          <w:szCs w:val="18"/>
          <w:lang w:val="de-DE"/>
        </w:rPr>
        <w:t xml:space="preserve"> einen </w:t>
      </w:r>
      <w:r w:rsidR="001944F9" w:rsidRPr="008154C0">
        <w:rPr>
          <w:sz w:val="18"/>
          <w:szCs w:val="18"/>
          <w:lang w:val="de-DE"/>
        </w:rPr>
        <w:t>äußerst kundenfreundlichen</w:t>
      </w:r>
      <w:r w:rsidR="003C1B2C" w:rsidRPr="008154C0">
        <w:rPr>
          <w:sz w:val="18"/>
          <w:szCs w:val="18"/>
          <w:lang w:val="de-DE"/>
        </w:rPr>
        <w:t xml:space="preserve"> Service. Die Kunden können sich</w:t>
      </w:r>
      <w:r w:rsidR="002B2422" w:rsidRPr="008154C0">
        <w:rPr>
          <w:sz w:val="18"/>
          <w:szCs w:val="18"/>
          <w:lang w:val="de-DE"/>
        </w:rPr>
        <w:t xml:space="preserve"> dabei</w:t>
      </w:r>
      <w:r w:rsidR="003C1B2C" w:rsidRPr="008154C0">
        <w:rPr>
          <w:sz w:val="18"/>
          <w:szCs w:val="18"/>
          <w:lang w:val="de-DE"/>
        </w:rPr>
        <w:t xml:space="preserve"> auf ihre 7 anerkannten Garantien verlassen.</w:t>
      </w:r>
    </w:p>
    <w:p w14:paraId="64021FFA" w14:textId="6BC804B8" w:rsidR="004E7F3A" w:rsidRPr="008154C0" w:rsidRDefault="004E7F3A" w:rsidP="007A7DD9">
      <w:pPr>
        <w:rPr>
          <w:sz w:val="18"/>
          <w:szCs w:val="18"/>
          <w:lang w:val="de-DE"/>
        </w:rPr>
      </w:pPr>
    </w:p>
    <w:p w14:paraId="7369FDE7" w14:textId="2C318EE5" w:rsidR="004E7F3A" w:rsidRPr="008154C0" w:rsidRDefault="00D37A7E" w:rsidP="007A7DD9">
      <w:pPr>
        <w:rPr>
          <w:sz w:val="18"/>
          <w:szCs w:val="18"/>
          <w:lang w:val="de-DE"/>
        </w:rPr>
      </w:pPr>
      <w:r w:rsidRPr="008154C0">
        <w:rPr>
          <w:sz w:val="18"/>
          <w:szCs w:val="18"/>
          <w:lang w:val="de-DE"/>
        </w:rPr>
        <w:t>Jumbo hat es sich zur Aufgabe gemacht, für das Wohlergehen zukünftiger Generationen im Interesse von Mensch, Tier und Natur zu handeln. Das Familienunternehmen setzt auf eine Politik der sozialen Verantwortung und legt daher den Fokus auf wichtige Themen wie die Nähe zur lokalen Gemeinschaft, die Bereitstellung gesunder Lebensmittel, nachhaltige Lieferketten, eine bessere Umwelt sowie das Bestreben, stets ein fairer und respektvoller Arbeitgeber zu sein. Jumbo leistet gemeinsam mit Kunden, Mitarbeitern, Unternehmern, Lieferanten und Partnern seinen Beitrag zur Bewältigung dieser elementaren gesellschaftlichen Herausforderungen. Weitere Informationen zu allen CSR-Aktivitäten (</w:t>
      </w:r>
      <w:r w:rsidRPr="008154C0">
        <w:rPr>
          <w:i/>
          <w:sz w:val="18"/>
          <w:szCs w:val="18"/>
          <w:lang w:val="de-DE"/>
        </w:rPr>
        <w:t>Corporate Social Responsibility</w:t>
      </w:r>
      <w:r w:rsidRPr="008154C0">
        <w:rPr>
          <w:sz w:val="18"/>
          <w:szCs w:val="18"/>
          <w:lang w:val="de-DE"/>
        </w:rPr>
        <w:t xml:space="preserve"> </w:t>
      </w:r>
      <w:r w:rsidR="003E3CE2" w:rsidRPr="008154C0">
        <w:rPr>
          <w:sz w:val="18"/>
          <w:szCs w:val="18"/>
          <w:lang w:val="de-DE"/>
        </w:rPr>
        <w:t>/</w:t>
      </w:r>
      <w:r w:rsidRPr="008154C0">
        <w:rPr>
          <w:sz w:val="18"/>
          <w:szCs w:val="18"/>
          <w:lang w:val="de-DE"/>
        </w:rPr>
        <w:t xml:space="preserve"> gesellschaftliche Verantwortung von Unternehmen) finden Sie auf unserer Website.</w:t>
      </w:r>
    </w:p>
    <w:p w14:paraId="66BE1095" w14:textId="2C71EADD" w:rsidR="00672310" w:rsidRPr="008154C0" w:rsidRDefault="005465F7" w:rsidP="00672310">
      <w:pPr>
        <w:rPr>
          <w:b/>
          <w:bCs/>
          <w:sz w:val="18"/>
          <w:szCs w:val="18"/>
          <w:lang w:val="de-DE"/>
        </w:rPr>
      </w:pPr>
      <w:r w:rsidRPr="008154C0">
        <w:rPr>
          <w:b/>
          <w:bCs/>
          <w:sz w:val="18"/>
          <w:szCs w:val="18"/>
          <w:lang w:val="de-DE"/>
        </w:rPr>
        <w:lastRenderedPageBreak/>
        <w:t>Über</w:t>
      </w:r>
      <w:r w:rsidR="00672310" w:rsidRPr="008154C0">
        <w:rPr>
          <w:b/>
          <w:bCs/>
          <w:sz w:val="18"/>
          <w:szCs w:val="18"/>
          <w:lang w:val="de-DE"/>
        </w:rPr>
        <w:t xml:space="preserve"> SVZ</w:t>
      </w:r>
    </w:p>
    <w:p w14:paraId="248F20A9" w14:textId="77777777" w:rsidR="00672310" w:rsidRPr="008154C0" w:rsidRDefault="00672310" w:rsidP="00672310">
      <w:pPr>
        <w:rPr>
          <w:b/>
          <w:bCs/>
          <w:i/>
          <w:iCs/>
          <w:sz w:val="18"/>
          <w:szCs w:val="18"/>
          <w:lang w:val="de-DE"/>
        </w:rPr>
      </w:pPr>
    </w:p>
    <w:p w14:paraId="5FE1861C" w14:textId="0CD33944" w:rsidR="004A1B47" w:rsidRPr="008154C0" w:rsidRDefault="006E1FEE" w:rsidP="00672310">
      <w:pPr>
        <w:rPr>
          <w:rFonts w:ascii="Arial" w:hAnsi="Arial" w:cs="Arial"/>
          <w:sz w:val="18"/>
          <w:szCs w:val="18"/>
          <w:lang w:val="de-DE"/>
        </w:rPr>
      </w:pPr>
      <w:r w:rsidRPr="008154C0">
        <w:rPr>
          <w:rFonts w:ascii="Arial" w:hAnsi="Arial" w:cs="Arial"/>
          <w:sz w:val="18"/>
          <w:szCs w:val="18"/>
          <w:lang w:val="de-DE"/>
        </w:rPr>
        <w:t xml:space="preserve">SVZ ist ein aus zwei Familienunternehmen hervorgegangenes Transportunternehmen, die beide eine langjährige Erfahrung in der Transportbranche </w:t>
      </w:r>
      <w:r w:rsidR="001944F9" w:rsidRPr="008154C0">
        <w:rPr>
          <w:rFonts w:ascii="Arial" w:hAnsi="Arial" w:cs="Arial"/>
          <w:sz w:val="18"/>
          <w:szCs w:val="18"/>
          <w:lang w:val="de-DE"/>
        </w:rPr>
        <w:t>aufweisen</w:t>
      </w:r>
      <w:r w:rsidRPr="008154C0">
        <w:rPr>
          <w:rFonts w:ascii="Arial" w:hAnsi="Arial" w:cs="Arial"/>
          <w:sz w:val="18"/>
          <w:szCs w:val="18"/>
          <w:lang w:val="de-DE"/>
        </w:rPr>
        <w:t>.</w:t>
      </w:r>
      <w:r w:rsidR="00672310" w:rsidRPr="008154C0">
        <w:rPr>
          <w:rFonts w:ascii="Arial" w:hAnsi="Arial" w:cs="Arial"/>
          <w:sz w:val="18"/>
          <w:szCs w:val="18"/>
          <w:lang w:val="de-DE"/>
        </w:rPr>
        <w:t xml:space="preserve"> </w:t>
      </w:r>
      <w:r w:rsidR="001A4AF9" w:rsidRPr="008154C0">
        <w:rPr>
          <w:rFonts w:ascii="Arial" w:hAnsi="Arial" w:cs="Arial"/>
          <w:sz w:val="18"/>
          <w:szCs w:val="18"/>
          <w:lang w:val="de-DE"/>
        </w:rPr>
        <w:t xml:space="preserve">Ihr Zusammenschluss gründet auf gemeinsamen Werten wie Nachhaltigkeit, Professionalität, einer zukunftsorientierten Vision sowie </w:t>
      </w:r>
      <w:r w:rsidR="00BE250F" w:rsidRPr="008154C0">
        <w:rPr>
          <w:rFonts w:ascii="Arial" w:hAnsi="Arial" w:cs="Arial"/>
          <w:sz w:val="18"/>
          <w:szCs w:val="18"/>
          <w:lang w:val="de-DE"/>
        </w:rPr>
        <w:t>eines</w:t>
      </w:r>
      <w:r w:rsidR="001A4AF9" w:rsidRPr="008154C0">
        <w:rPr>
          <w:rFonts w:ascii="Arial" w:hAnsi="Arial" w:cs="Arial"/>
          <w:sz w:val="18"/>
          <w:szCs w:val="18"/>
          <w:lang w:val="de-DE"/>
        </w:rPr>
        <w:t xml:space="preserve"> </w:t>
      </w:r>
      <w:r w:rsidR="003868A3" w:rsidRPr="008154C0">
        <w:rPr>
          <w:rFonts w:ascii="Arial" w:hAnsi="Arial" w:cs="Arial"/>
          <w:sz w:val="18"/>
          <w:szCs w:val="18"/>
          <w:lang w:val="de-DE"/>
        </w:rPr>
        <w:t xml:space="preserve">ausgeprägten </w:t>
      </w:r>
      <w:r w:rsidR="00BE250F" w:rsidRPr="008154C0">
        <w:rPr>
          <w:rFonts w:ascii="Arial" w:hAnsi="Arial" w:cs="Arial"/>
          <w:sz w:val="18"/>
          <w:szCs w:val="18"/>
          <w:lang w:val="de-DE"/>
        </w:rPr>
        <w:t>Qualitätsengagements</w:t>
      </w:r>
      <w:r w:rsidR="001A4AF9" w:rsidRPr="008154C0">
        <w:rPr>
          <w:rFonts w:ascii="Arial" w:hAnsi="Arial" w:cs="Arial"/>
          <w:sz w:val="18"/>
          <w:szCs w:val="18"/>
          <w:lang w:val="de-DE"/>
        </w:rPr>
        <w:t>.</w:t>
      </w:r>
      <w:r w:rsidR="00672310" w:rsidRPr="008154C0">
        <w:rPr>
          <w:rFonts w:ascii="Arial" w:hAnsi="Arial" w:cs="Arial"/>
          <w:sz w:val="18"/>
          <w:szCs w:val="18"/>
          <w:lang w:val="de-DE"/>
        </w:rPr>
        <w:t xml:space="preserve"> </w:t>
      </w:r>
      <w:r w:rsidR="00E555EB" w:rsidRPr="008154C0">
        <w:rPr>
          <w:rFonts w:ascii="Arial" w:hAnsi="Arial" w:cs="Arial"/>
          <w:sz w:val="18"/>
          <w:szCs w:val="18"/>
          <w:lang w:val="de-DE"/>
        </w:rPr>
        <w:t xml:space="preserve">Die Grundwerte des Unternehmens - Zusammenarbeit, Dynamik und Vertrauen - bilden die Leitprinzipien sämtlicher Aktivitäten von SVZ </w:t>
      </w:r>
      <w:r w:rsidR="000C6C54" w:rsidRPr="008154C0">
        <w:rPr>
          <w:rFonts w:ascii="Arial" w:hAnsi="Arial" w:cs="Arial"/>
          <w:sz w:val="18"/>
          <w:szCs w:val="18"/>
          <w:lang w:val="de-DE"/>
        </w:rPr>
        <w:t>sowie</w:t>
      </w:r>
      <w:r w:rsidR="00E555EB" w:rsidRPr="008154C0">
        <w:rPr>
          <w:rFonts w:ascii="Arial" w:hAnsi="Arial" w:cs="Arial"/>
          <w:sz w:val="18"/>
          <w:szCs w:val="18"/>
          <w:lang w:val="de-DE"/>
        </w:rPr>
        <w:t xml:space="preserve"> die Grundlage für eine stetige, mit den Kunden geteilten Weiterentwicklung.</w:t>
      </w:r>
      <w:r w:rsidR="00672310" w:rsidRPr="008154C0">
        <w:rPr>
          <w:rFonts w:ascii="Arial" w:hAnsi="Arial" w:cs="Arial"/>
          <w:sz w:val="18"/>
          <w:szCs w:val="18"/>
          <w:lang w:val="de-DE"/>
        </w:rPr>
        <w:t xml:space="preserve"> </w:t>
      </w:r>
      <w:r w:rsidR="007A27C0" w:rsidRPr="008154C0">
        <w:rPr>
          <w:rFonts w:ascii="Arial" w:hAnsi="Arial" w:cs="Arial"/>
          <w:sz w:val="18"/>
          <w:szCs w:val="18"/>
          <w:lang w:val="de-DE"/>
        </w:rPr>
        <w:t xml:space="preserve">SVZ verfügt über ein </w:t>
      </w:r>
      <w:r w:rsidR="000E7005" w:rsidRPr="008154C0">
        <w:rPr>
          <w:rFonts w:ascii="Arial" w:hAnsi="Arial" w:cs="Arial"/>
          <w:sz w:val="18"/>
          <w:szCs w:val="18"/>
          <w:lang w:val="de-DE"/>
        </w:rPr>
        <w:t xml:space="preserve">Partnernetzwerk in </w:t>
      </w:r>
      <w:r w:rsidR="007A27C0" w:rsidRPr="008154C0">
        <w:rPr>
          <w:rFonts w:ascii="Arial" w:hAnsi="Arial" w:cs="Arial"/>
          <w:sz w:val="18"/>
          <w:szCs w:val="18"/>
          <w:lang w:val="de-DE"/>
        </w:rPr>
        <w:t xml:space="preserve">den Niederlanden und ist </w:t>
      </w:r>
      <w:r w:rsidR="000E7005" w:rsidRPr="008154C0">
        <w:rPr>
          <w:rFonts w:ascii="Arial" w:hAnsi="Arial" w:cs="Arial"/>
          <w:sz w:val="18"/>
          <w:szCs w:val="18"/>
          <w:lang w:val="de-DE"/>
        </w:rPr>
        <w:t>nach wie vor</w:t>
      </w:r>
      <w:r w:rsidR="007A27C0" w:rsidRPr="008154C0">
        <w:rPr>
          <w:rFonts w:ascii="Arial" w:hAnsi="Arial" w:cs="Arial"/>
          <w:sz w:val="18"/>
          <w:szCs w:val="18"/>
          <w:lang w:val="de-DE"/>
        </w:rPr>
        <w:t xml:space="preserve"> ein wichtiger Akteur in den Beneluxländern, Nordfrankreich und Westdeutschland. </w:t>
      </w:r>
      <w:r w:rsidR="000E7005" w:rsidRPr="008154C0">
        <w:rPr>
          <w:rFonts w:ascii="Arial" w:hAnsi="Arial" w:cs="Arial"/>
          <w:sz w:val="18"/>
          <w:szCs w:val="18"/>
          <w:lang w:val="de-DE"/>
        </w:rPr>
        <w:t>Die Flotte verfügt</w:t>
      </w:r>
      <w:r w:rsidR="007A27C0" w:rsidRPr="008154C0">
        <w:rPr>
          <w:rFonts w:ascii="Arial" w:hAnsi="Arial" w:cs="Arial"/>
          <w:sz w:val="18"/>
          <w:szCs w:val="18"/>
          <w:lang w:val="de-DE"/>
        </w:rPr>
        <w:t xml:space="preserve"> </w:t>
      </w:r>
      <w:r w:rsidR="000E7005" w:rsidRPr="008154C0">
        <w:rPr>
          <w:rFonts w:ascii="Arial" w:hAnsi="Arial" w:cs="Arial"/>
          <w:sz w:val="18"/>
          <w:szCs w:val="18"/>
          <w:lang w:val="de-DE"/>
        </w:rPr>
        <w:t>über insgesamt</w:t>
      </w:r>
      <w:r w:rsidR="007A27C0" w:rsidRPr="008154C0">
        <w:rPr>
          <w:rFonts w:ascii="Arial" w:hAnsi="Arial" w:cs="Arial"/>
          <w:sz w:val="18"/>
          <w:szCs w:val="18"/>
          <w:lang w:val="de-DE"/>
        </w:rPr>
        <w:t xml:space="preserve"> 1.100 Zugmaschinen, über 1.800 Anhänger und Sattelauflieger,</w:t>
      </w:r>
      <w:r w:rsidR="00284141" w:rsidRPr="008154C0">
        <w:rPr>
          <w:rFonts w:ascii="Arial" w:hAnsi="Arial" w:cs="Arial"/>
          <w:sz w:val="18"/>
          <w:szCs w:val="18"/>
          <w:lang w:val="de-DE"/>
        </w:rPr>
        <w:t xml:space="preserve"> SVZ </w:t>
      </w:r>
      <w:r w:rsidR="000C6C54" w:rsidRPr="008154C0">
        <w:rPr>
          <w:rFonts w:ascii="Arial" w:hAnsi="Arial" w:cs="Arial"/>
          <w:sz w:val="18"/>
          <w:szCs w:val="18"/>
          <w:lang w:val="de-DE"/>
        </w:rPr>
        <w:t>verfügt über</w:t>
      </w:r>
      <w:r w:rsidR="00284141" w:rsidRPr="008154C0">
        <w:rPr>
          <w:rFonts w:ascii="Arial" w:hAnsi="Arial" w:cs="Arial"/>
          <w:sz w:val="18"/>
          <w:szCs w:val="18"/>
          <w:lang w:val="de-DE"/>
        </w:rPr>
        <w:t xml:space="preserve"> eine</w:t>
      </w:r>
      <w:r w:rsidR="00672310" w:rsidRPr="008154C0">
        <w:rPr>
          <w:rFonts w:ascii="Arial" w:hAnsi="Arial" w:cs="Arial"/>
          <w:sz w:val="18"/>
          <w:szCs w:val="18"/>
          <w:lang w:val="de-DE"/>
        </w:rPr>
        <w:t xml:space="preserve"> </w:t>
      </w:r>
      <w:r w:rsidR="00284141" w:rsidRPr="008154C0">
        <w:rPr>
          <w:rFonts w:ascii="Arial" w:hAnsi="Arial" w:cs="Arial"/>
          <w:sz w:val="18"/>
          <w:szCs w:val="18"/>
          <w:lang w:val="de-DE"/>
        </w:rPr>
        <w:t>Lagerfläche von 100.000 m</w:t>
      </w:r>
      <w:r w:rsidR="00284141" w:rsidRPr="008154C0">
        <w:rPr>
          <w:rFonts w:ascii="Arial" w:hAnsi="Arial" w:cs="Arial"/>
          <w:sz w:val="18"/>
          <w:szCs w:val="18"/>
          <w:vertAlign w:val="superscript"/>
          <w:lang w:val="de-DE"/>
        </w:rPr>
        <w:t>2</w:t>
      </w:r>
      <w:r w:rsidR="00284141" w:rsidRPr="008154C0">
        <w:rPr>
          <w:rFonts w:ascii="Arial" w:hAnsi="Arial" w:cs="Arial"/>
          <w:sz w:val="18"/>
          <w:szCs w:val="18"/>
          <w:lang w:val="de-DE"/>
        </w:rPr>
        <w:t xml:space="preserve"> sowie </w:t>
      </w:r>
      <w:r w:rsidR="000C6C54" w:rsidRPr="008154C0">
        <w:rPr>
          <w:rFonts w:ascii="Arial" w:hAnsi="Arial" w:cs="Arial"/>
          <w:sz w:val="18"/>
          <w:szCs w:val="18"/>
          <w:lang w:val="de-DE"/>
        </w:rPr>
        <w:t xml:space="preserve">über </w:t>
      </w:r>
      <w:r w:rsidR="00284141" w:rsidRPr="008154C0">
        <w:rPr>
          <w:rFonts w:ascii="Arial" w:hAnsi="Arial" w:cs="Arial"/>
          <w:sz w:val="18"/>
          <w:szCs w:val="18"/>
          <w:lang w:val="de-DE"/>
        </w:rPr>
        <w:t>ein Team von über 1.500 engagierten Mitarbeitern</w:t>
      </w:r>
      <w:r w:rsidR="00BF0394" w:rsidRPr="008154C0">
        <w:rPr>
          <w:rFonts w:ascii="Arial" w:hAnsi="Arial" w:cs="Arial"/>
          <w:sz w:val="18"/>
          <w:szCs w:val="18"/>
          <w:lang w:val="de-DE"/>
        </w:rPr>
        <w:t>Innen</w:t>
      </w:r>
      <w:r w:rsidR="00284141" w:rsidRPr="008154C0">
        <w:rPr>
          <w:rFonts w:ascii="Arial" w:hAnsi="Arial" w:cs="Arial"/>
          <w:sz w:val="18"/>
          <w:szCs w:val="18"/>
          <w:lang w:val="de-DE"/>
        </w:rPr>
        <w:t xml:space="preserve">, internes Know-how und ein Qualitätsbewusstsein - SVZ </w:t>
      </w:r>
      <w:r w:rsidR="00BF0394" w:rsidRPr="008154C0">
        <w:rPr>
          <w:rFonts w:ascii="Arial" w:hAnsi="Arial" w:cs="Arial"/>
          <w:sz w:val="18"/>
          <w:szCs w:val="18"/>
          <w:lang w:val="de-DE"/>
        </w:rPr>
        <w:t>steht heute, aber auch künftig für höc</w:t>
      </w:r>
      <w:r w:rsidR="00791616" w:rsidRPr="008154C0">
        <w:rPr>
          <w:rFonts w:ascii="Arial" w:hAnsi="Arial" w:cs="Arial"/>
          <w:sz w:val="18"/>
          <w:szCs w:val="18"/>
          <w:lang w:val="de-DE"/>
        </w:rPr>
        <w:t>hste</w:t>
      </w:r>
      <w:r w:rsidR="00BF0394" w:rsidRPr="008154C0">
        <w:rPr>
          <w:rFonts w:ascii="Arial" w:hAnsi="Arial" w:cs="Arial"/>
          <w:sz w:val="18"/>
          <w:szCs w:val="18"/>
          <w:lang w:val="de-DE"/>
        </w:rPr>
        <w:t xml:space="preserve"> Kundenzufriedenheit</w:t>
      </w:r>
      <w:r w:rsidR="00284141" w:rsidRPr="008154C0">
        <w:rPr>
          <w:rFonts w:ascii="Arial" w:hAnsi="Arial" w:cs="Arial"/>
          <w:sz w:val="18"/>
          <w:szCs w:val="18"/>
          <w:lang w:val="de-DE"/>
        </w:rPr>
        <w:t>.</w:t>
      </w:r>
    </w:p>
    <w:p w14:paraId="03C1E266" w14:textId="77777777" w:rsidR="001944F9" w:rsidRPr="008154C0" w:rsidRDefault="001944F9" w:rsidP="00672310">
      <w:pPr>
        <w:rPr>
          <w:rFonts w:ascii="Arial" w:hAnsi="Arial" w:cs="Arial"/>
          <w:sz w:val="18"/>
          <w:szCs w:val="18"/>
          <w:lang w:val="de-DE"/>
        </w:rPr>
      </w:pPr>
    </w:p>
    <w:p w14:paraId="77175E1A" w14:textId="77777777" w:rsidR="00A816AE" w:rsidRPr="008154C0" w:rsidRDefault="00A816AE" w:rsidP="004C3220">
      <w:pPr>
        <w:rPr>
          <w:rFonts w:ascii="Arial" w:hAnsi="Arial" w:cs="Arial"/>
          <w:sz w:val="18"/>
          <w:szCs w:val="18"/>
          <w:lang w:val="de-DE"/>
        </w:rPr>
      </w:pPr>
    </w:p>
    <w:p w14:paraId="19BDAA9A" w14:textId="77777777" w:rsidR="00A816AE" w:rsidRPr="008154C0" w:rsidRDefault="00A816AE" w:rsidP="004C3220">
      <w:pPr>
        <w:rPr>
          <w:b/>
          <w:bCs/>
          <w:i/>
          <w:iCs/>
          <w:sz w:val="18"/>
          <w:szCs w:val="18"/>
          <w:lang w:val="de-DE"/>
        </w:rPr>
      </w:pPr>
    </w:p>
    <w:p w14:paraId="44E3EAEE" w14:textId="74207831" w:rsidR="004C3220" w:rsidRPr="008154C0" w:rsidRDefault="004C3220" w:rsidP="004C3220">
      <w:pPr>
        <w:rPr>
          <w:b/>
          <w:bCs/>
          <w:i/>
          <w:iCs/>
          <w:sz w:val="18"/>
          <w:szCs w:val="18"/>
          <w:lang w:val="de-DE"/>
        </w:rPr>
      </w:pPr>
      <w:r w:rsidRPr="008154C0">
        <w:rPr>
          <w:b/>
          <w:bCs/>
          <w:i/>
          <w:iCs/>
          <w:sz w:val="18"/>
          <w:szCs w:val="18"/>
          <w:lang w:val="de-DE"/>
        </w:rPr>
        <w:t>À propos de Renault Trucks</w:t>
      </w:r>
    </w:p>
    <w:p w14:paraId="76B87E5B" w14:textId="77777777" w:rsidR="004C3220" w:rsidRPr="008154C0" w:rsidRDefault="004C3220" w:rsidP="004C3220">
      <w:pPr>
        <w:rPr>
          <w:sz w:val="18"/>
          <w:szCs w:val="18"/>
          <w:lang w:val="de-DE"/>
        </w:rPr>
      </w:pPr>
    </w:p>
    <w:p w14:paraId="1ED4575B" w14:textId="77777777" w:rsidR="004C3220" w:rsidRPr="008154C0" w:rsidRDefault="004C3220" w:rsidP="004C3220">
      <w:pPr>
        <w:rPr>
          <w:sz w:val="18"/>
          <w:szCs w:val="18"/>
          <w:lang w:val="de-DE"/>
        </w:rPr>
      </w:pPr>
      <w:r w:rsidRPr="008154C0">
        <w:rPr>
          <w:sz w:val="18"/>
          <w:szCs w:val="18"/>
          <w:lang w:val="de-DE"/>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p>
    <w:p w14:paraId="5327FFEB" w14:textId="77777777" w:rsidR="004C3220" w:rsidRPr="008154C0" w:rsidRDefault="004C3220" w:rsidP="004C3220">
      <w:pPr>
        <w:rPr>
          <w:sz w:val="18"/>
          <w:szCs w:val="18"/>
          <w:lang w:val="de-DE"/>
        </w:rPr>
      </w:pPr>
      <w:r w:rsidRPr="008154C0">
        <w:rPr>
          <w:sz w:val="18"/>
          <w:szCs w:val="18"/>
          <w:lang w:val="de-DE"/>
        </w:rPr>
        <w:t>Renault Trucks fait partie du groupe Volvo, l’un des principaux constructeurs mondiaux de camions, d’autocars et autobus, d’engins de chantier et de moteurs industriels et marins. Le groupe fournit également des solutions complètes de financement et de service.</w:t>
      </w:r>
    </w:p>
    <w:p w14:paraId="4091CD9C" w14:textId="77777777" w:rsidR="004C3220" w:rsidRPr="008154C0" w:rsidRDefault="004C3220" w:rsidP="004C3220">
      <w:pPr>
        <w:rPr>
          <w:sz w:val="18"/>
          <w:szCs w:val="18"/>
          <w:lang w:val="de-DE"/>
        </w:rPr>
      </w:pPr>
    </w:p>
    <w:p w14:paraId="3489C173" w14:textId="77777777" w:rsidR="004C3220" w:rsidRPr="008154C0" w:rsidRDefault="004C3220" w:rsidP="004C3220">
      <w:pPr>
        <w:rPr>
          <w:b/>
          <w:bCs/>
          <w:i/>
          <w:iCs/>
          <w:sz w:val="18"/>
          <w:szCs w:val="18"/>
          <w:lang w:val="de-DE"/>
        </w:rPr>
      </w:pPr>
      <w:r w:rsidRPr="008154C0">
        <w:rPr>
          <w:b/>
          <w:bCs/>
          <w:i/>
          <w:iCs/>
          <w:sz w:val="18"/>
          <w:szCs w:val="18"/>
          <w:lang w:val="de-DE"/>
        </w:rPr>
        <w:t>Chiffres clés :</w:t>
      </w:r>
    </w:p>
    <w:p w14:paraId="23CF2236" w14:textId="28B6B8D8" w:rsidR="004C3220" w:rsidRPr="008154C0" w:rsidRDefault="004C3220" w:rsidP="004C3220">
      <w:pPr>
        <w:rPr>
          <w:i/>
          <w:iCs/>
          <w:sz w:val="18"/>
          <w:szCs w:val="18"/>
          <w:lang w:val="de-DE"/>
        </w:rPr>
      </w:pPr>
      <w:r w:rsidRPr="008154C0">
        <w:rPr>
          <w:i/>
          <w:iCs/>
          <w:sz w:val="18"/>
          <w:szCs w:val="18"/>
          <w:lang w:val="de-DE"/>
        </w:rPr>
        <w:t>9 4</w:t>
      </w:r>
      <w:r w:rsidR="00E75E98" w:rsidRPr="008154C0">
        <w:rPr>
          <w:i/>
          <w:iCs/>
          <w:sz w:val="18"/>
          <w:szCs w:val="18"/>
          <w:lang w:val="de-DE"/>
        </w:rPr>
        <w:t>0</w:t>
      </w:r>
      <w:r w:rsidRPr="008154C0">
        <w:rPr>
          <w:i/>
          <w:iCs/>
          <w:sz w:val="18"/>
          <w:szCs w:val="18"/>
          <w:lang w:val="de-DE"/>
        </w:rPr>
        <w:t>0 collaborateurs dans le monde</w:t>
      </w:r>
    </w:p>
    <w:p w14:paraId="5C602564" w14:textId="77777777" w:rsidR="004C3220" w:rsidRPr="008154C0" w:rsidRDefault="004C3220" w:rsidP="004C3220">
      <w:pPr>
        <w:rPr>
          <w:i/>
          <w:iCs/>
          <w:sz w:val="18"/>
          <w:szCs w:val="18"/>
          <w:lang w:val="de-DE"/>
        </w:rPr>
      </w:pPr>
      <w:r w:rsidRPr="008154C0">
        <w:rPr>
          <w:i/>
          <w:iCs/>
          <w:sz w:val="18"/>
          <w:szCs w:val="18"/>
          <w:lang w:val="de-DE"/>
        </w:rPr>
        <w:t>4 sites de production en France</w:t>
      </w:r>
    </w:p>
    <w:p w14:paraId="6F875ADF" w14:textId="288AE041" w:rsidR="004C3220" w:rsidRPr="008154C0" w:rsidRDefault="004C3220" w:rsidP="004C3220">
      <w:pPr>
        <w:rPr>
          <w:i/>
          <w:iCs/>
          <w:sz w:val="18"/>
          <w:szCs w:val="18"/>
          <w:lang w:val="de-DE"/>
        </w:rPr>
      </w:pPr>
      <w:r w:rsidRPr="008154C0">
        <w:rPr>
          <w:i/>
          <w:iCs/>
          <w:sz w:val="18"/>
          <w:szCs w:val="18"/>
          <w:lang w:val="de-DE"/>
        </w:rPr>
        <w:t xml:space="preserve">1 </w:t>
      </w:r>
      <w:r w:rsidR="00E75E98" w:rsidRPr="008154C0">
        <w:rPr>
          <w:i/>
          <w:iCs/>
          <w:sz w:val="18"/>
          <w:szCs w:val="18"/>
          <w:lang w:val="de-DE"/>
        </w:rPr>
        <w:t>5</w:t>
      </w:r>
      <w:r w:rsidRPr="008154C0">
        <w:rPr>
          <w:i/>
          <w:iCs/>
          <w:sz w:val="18"/>
          <w:szCs w:val="18"/>
          <w:lang w:val="de-DE"/>
        </w:rPr>
        <w:t>00 points de vente et de service</w:t>
      </w:r>
    </w:p>
    <w:p w14:paraId="33B8E76E" w14:textId="2D6128AB" w:rsidR="00D97469" w:rsidRPr="008154C0" w:rsidRDefault="00D97469" w:rsidP="004C3220">
      <w:pPr>
        <w:rPr>
          <w:i/>
          <w:iCs/>
          <w:sz w:val="18"/>
          <w:szCs w:val="18"/>
          <w:lang w:val="de-DE"/>
        </w:rPr>
      </w:pPr>
      <w:r w:rsidRPr="008154C0">
        <w:rPr>
          <w:i/>
          <w:iCs/>
          <w:sz w:val="18"/>
          <w:szCs w:val="18"/>
          <w:lang w:val="de-DE"/>
        </w:rPr>
        <w:t>70 000 véhicules vendus en 202</w:t>
      </w:r>
      <w:r w:rsidR="00AF45AB" w:rsidRPr="008154C0">
        <w:rPr>
          <w:i/>
          <w:iCs/>
          <w:sz w:val="18"/>
          <w:szCs w:val="18"/>
          <w:lang w:val="de-DE"/>
        </w:rPr>
        <w:t>3</w:t>
      </w:r>
    </w:p>
    <w:p w14:paraId="660E9B10" w14:textId="78E11411" w:rsidR="00B16A44" w:rsidRPr="008154C0" w:rsidRDefault="00B16A44" w:rsidP="004C3220">
      <w:pPr>
        <w:rPr>
          <w:i/>
          <w:iCs/>
          <w:sz w:val="18"/>
          <w:szCs w:val="18"/>
          <w:lang w:val="de-DE"/>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C3220" w:rsidRPr="008154C0" w14:paraId="05157BE4" w14:textId="77777777">
        <w:tc>
          <w:tcPr>
            <w:tcW w:w="4678" w:type="dxa"/>
          </w:tcPr>
          <w:p w14:paraId="0101F5F6" w14:textId="2721B1FC" w:rsidR="004C3220" w:rsidRPr="008154C0" w:rsidRDefault="00B66C59">
            <w:pPr>
              <w:rPr>
                <w:b/>
                <w:bCs/>
                <w:color w:val="E3021B" w:themeColor="text2"/>
                <w:lang w:val="de-DE"/>
              </w:rPr>
            </w:pPr>
            <w:r w:rsidRPr="008154C0">
              <w:rPr>
                <w:b/>
                <w:bCs/>
                <w:color w:val="E3021B" w:themeColor="text2"/>
                <w:lang w:val="de-DE"/>
              </w:rPr>
              <w:t>Weitere Informationen</w:t>
            </w:r>
            <w:r w:rsidR="004C3220" w:rsidRPr="008154C0">
              <w:rPr>
                <w:b/>
                <w:bCs/>
                <w:color w:val="E3021B" w:themeColor="text2"/>
                <w:lang w:val="de-DE"/>
              </w:rPr>
              <w:t>:</w:t>
            </w:r>
          </w:p>
          <w:p w14:paraId="43457CA3" w14:textId="4B8350B6" w:rsidR="004C3220" w:rsidRPr="008154C0" w:rsidRDefault="004C3220">
            <w:pPr>
              <w:rPr>
                <w:b/>
                <w:bCs/>
                <w:color w:val="E3021B" w:themeColor="text2"/>
                <w:lang w:val="de-DE"/>
              </w:rPr>
            </w:pPr>
            <w:r w:rsidRPr="008154C0">
              <w:rPr>
                <w:b/>
                <w:bCs/>
                <w:color w:val="E3021B" w:themeColor="text2"/>
                <w:lang w:val="de-DE"/>
              </w:rPr>
              <w:t xml:space="preserve"> </w:t>
            </w:r>
          </w:p>
        </w:tc>
        <w:tc>
          <w:tcPr>
            <w:tcW w:w="3815" w:type="dxa"/>
          </w:tcPr>
          <w:p w14:paraId="5BCB61BD" w14:textId="77777777" w:rsidR="004C3220" w:rsidRPr="008154C0" w:rsidRDefault="004C3220">
            <w:pPr>
              <w:rPr>
                <w:b/>
                <w:bCs/>
                <w:color w:val="494949" w:themeColor="accent4"/>
                <w:lang w:val="en-US"/>
              </w:rPr>
            </w:pPr>
            <w:r w:rsidRPr="008154C0">
              <w:rPr>
                <w:b/>
                <w:bCs/>
                <w:color w:val="494949" w:themeColor="accent4"/>
                <w:lang w:val="en-US"/>
              </w:rPr>
              <w:t>Séveryne Molard</w:t>
            </w:r>
          </w:p>
          <w:p w14:paraId="247183E0" w14:textId="77777777" w:rsidR="004C3220" w:rsidRPr="008154C0" w:rsidRDefault="004C3220">
            <w:pPr>
              <w:rPr>
                <w:color w:val="494949" w:themeColor="accent4"/>
                <w:lang w:val="en-US"/>
              </w:rPr>
            </w:pPr>
            <w:r w:rsidRPr="008154C0">
              <w:rPr>
                <w:color w:val="494949" w:themeColor="accent4"/>
                <w:lang w:val="en-US"/>
              </w:rPr>
              <w:t>Tel. +33 (0)4 81 93 09 52</w:t>
            </w:r>
          </w:p>
          <w:p w14:paraId="31DCF7A6" w14:textId="77777777" w:rsidR="004C3220" w:rsidRPr="008154C0" w:rsidRDefault="00000000">
            <w:pPr>
              <w:rPr>
                <w:color w:val="494949" w:themeColor="accent4"/>
                <w:lang w:val="en-US"/>
              </w:rPr>
            </w:pPr>
            <w:hyperlink r:id="rId13" w:history="1">
              <w:r w:rsidR="004C3220" w:rsidRPr="008154C0">
                <w:rPr>
                  <w:rStyle w:val="Hyperlink"/>
                  <w:color w:val="494949" w:themeColor="accent4"/>
                  <w:lang w:val="en-US"/>
                </w:rPr>
                <w:t>severyne.molard@renault-trucks.com</w:t>
              </w:r>
            </w:hyperlink>
            <w:r w:rsidR="004C3220" w:rsidRPr="008154C0">
              <w:rPr>
                <w:color w:val="494949" w:themeColor="accent4"/>
                <w:lang w:val="en-US"/>
              </w:rPr>
              <w:t xml:space="preserve"> </w:t>
            </w:r>
          </w:p>
        </w:tc>
      </w:tr>
    </w:tbl>
    <w:p w14:paraId="4C15D841" w14:textId="77777777" w:rsidR="00FB0FB4" w:rsidRPr="008154C0" w:rsidRDefault="00FB0FB4" w:rsidP="00215BC6">
      <w:pPr>
        <w:spacing w:line="276" w:lineRule="auto"/>
        <w:rPr>
          <w:sz w:val="22"/>
          <w:szCs w:val="22"/>
          <w:lang w:val="en-US"/>
        </w:rPr>
      </w:pPr>
    </w:p>
    <w:sectPr w:rsidR="00FB0FB4" w:rsidRPr="008154C0" w:rsidSect="00AD2B7D">
      <w:footerReference w:type="default" r:id="rId14"/>
      <w:footerReference w:type="first" r:id="rId15"/>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F7C94D" w14:textId="77777777" w:rsidR="009B1BAC" w:rsidRDefault="009B1BAC" w:rsidP="00D41A34">
      <w:r>
        <w:separator/>
      </w:r>
    </w:p>
  </w:endnote>
  <w:endnote w:type="continuationSeparator" w:id="0">
    <w:p w14:paraId="36E8D090" w14:textId="77777777" w:rsidR="009B1BAC" w:rsidRDefault="009B1BAC" w:rsidP="00D41A34">
      <w:r>
        <w:continuationSeparator/>
      </w:r>
    </w:p>
  </w:endnote>
  <w:endnote w:type="continuationNotice" w:id="1">
    <w:p w14:paraId="3D169FF3" w14:textId="77777777" w:rsidR="009B1BAC" w:rsidRDefault="009B1B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63258EBF" w:rsidR="00222F64" w:rsidRPr="00D41A34" w:rsidRDefault="00222F64" w:rsidP="00756A7B">
    <w:pPr>
      <w:pStyle w:val="Footer"/>
      <w:ind w:left="-1020"/>
      <w:rPr>
        <w:bCs/>
      </w:rPr>
    </w:pPr>
    <w:r>
      <w:rPr>
        <w:bCs/>
      </w:rPr>
      <w:fldChar w:fldCharType="begin"/>
    </w:r>
    <w:r>
      <w:rPr>
        <w:bCs/>
      </w:rPr>
      <w:instrText xml:space="preserve"> If </w:instrText>
    </w:r>
    <w:r>
      <w:rPr>
        <w:bCs/>
      </w:rPr>
      <w:fldChar w:fldCharType="begin"/>
    </w:r>
    <w:r>
      <w:rPr>
        <w:bCs/>
      </w:rPr>
      <w:instrText xml:space="preserve"> PAGE </w:instrText>
    </w:r>
    <w:r>
      <w:rPr>
        <w:bCs/>
      </w:rPr>
      <w:fldChar w:fldCharType="separate"/>
    </w:r>
    <w:r w:rsidR="00C56F4C">
      <w:rPr>
        <w:bCs/>
        <w:noProof/>
      </w:rPr>
      <w:instrText>4</w:instrText>
    </w:r>
    <w:r>
      <w:rPr>
        <w:bCs/>
      </w:rPr>
      <w:fldChar w:fldCharType="end"/>
    </w:r>
    <w:r>
      <w:rPr>
        <w:bCs/>
      </w:rPr>
      <w:instrText xml:space="preserve"> = </w:instrText>
    </w:r>
    <w:r>
      <w:rPr>
        <w:bCs/>
      </w:rPr>
      <w:fldChar w:fldCharType="begin"/>
    </w:r>
    <w:r>
      <w:rPr>
        <w:bCs/>
      </w:rPr>
      <w:instrText xml:space="preserve"> NUMPAGES </w:instrText>
    </w:r>
    <w:r>
      <w:rPr>
        <w:bCs/>
      </w:rPr>
      <w:fldChar w:fldCharType="separate"/>
    </w:r>
    <w:r w:rsidR="00C56F4C">
      <w:rPr>
        <w:bCs/>
        <w:noProof/>
      </w:rPr>
      <w:instrText>4</w:instrText>
    </w:r>
    <w:r>
      <w:rPr>
        <w:bCs/>
      </w:rPr>
      <w:fldChar w:fldCharType="end"/>
    </w:r>
    <w:r>
      <w:rPr>
        <w:bCs/>
      </w:rPr>
      <w:instrText>"</w:instrText>
    </w:r>
    <w:r w:rsidRPr="00D41A34">
      <w:rPr>
        <w:bCs/>
      </w:rPr>
      <w:instrText>renault-trucks.com</w:instrText>
    </w:r>
    <w:r>
      <w:rPr>
        <w:bCs/>
      </w:rPr>
      <w:instrText xml:space="preserve">" "" </w:instrText>
    </w:r>
    <w:r w:rsidR="00C56F4C">
      <w:rPr>
        <w:bCs/>
      </w:rPr>
      <w:fldChar w:fldCharType="separate"/>
    </w:r>
    <w:r w:rsidR="00C56F4C" w:rsidRPr="00D41A34">
      <w:rPr>
        <w:bCs/>
        <w:noProof/>
      </w:rPr>
      <w:t>renault-trucks.com</w:t>
    </w:r>
    <w:r>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222F64" w:rsidRPr="00D41A34" w:rsidRDefault="00222F64"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BEBAF8" w14:textId="77777777" w:rsidR="009B1BAC" w:rsidRPr="00F00D7B" w:rsidRDefault="009B1BAC" w:rsidP="00D41A34">
      <w:pPr>
        <w:rPr>
          <w:sz w:val="14"/>
          <w:szCs w:val="14"/>
        </w:rPr>
      </w:pPr>
    </w:p>
  </w:footnote>
  <w:footnote w:type="continuationSeparator" w:id="0">
    <w:p w14:paraId="2F9738B1" w14:textId="77777777" w:rsidR="009B1BAC" w:rsidRDefault="009B1BAC" w:rsidP="00D41A34">
      <w:r>
        <w:continuationSeparator/>
      </w:r>
    </w:p>
  </w:footnote>
  <w:footnote w:type="continuationNotice" w:id="1">
    <w:p w14:paraId="176E9463" w14:textId="77777777" w:rsidR="009B1BAC" w:rsidRDefault="009B1BA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21B41F7"/>
    <w:multiLevelType w:val="hybridMultilevel"/>
    <w:tmpl w:val="2B54A652"/>
    <w:lvl w:ilvl="0" w:tplc="0409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E37C6B"/>
    <w:multiLevelType w:val="hybridMultilevel"/>
    <w:tmpl w:val="E06ABC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55A1AC5"/>
    <w:multiLevelType w:val="hybridMultilevel"/>
    <w:tmpl w:val="45A8D07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BA785F"/>
    <w:multiLevelType w:val="hybridMultilevel"/>
    <w:tmpl w:val="A7922144"/>
    <w:lvl w:ilvl="0" w:tplc="04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4884318">
    <w:abstractNumId w:val="8"/>
  </w:num>
  <w:num w:numId="2" w16cid:durableId="256252217">
    <w:abstractNumId w:val="3"/>
  </w:num>
  <w:num w:numId="3" w16cid:durableId="1752698208">
    <w:abstractNumId w:val="2"/>
  </w:num>
  <w:num w:numId="4" w16cid:durableId="1783302698">
    <w:abstractNumId w:val="1"/>
  </w:num>
  <w:num w:numId="5" w16cid:durableId="1595093149">
    <w:abstractNumId w:val="0"/>
  </w:num>
  <w:num w:numId="6" w16cid:durableId="222447682">
    <w:abstractNumId w:val="9"/>
  </w:num>
  <w:num w:numId="7" w16cid:durableId="1713073098">
    <w:abstractNumId w:val="7"/>
  </w:num>
  <w:num w:numId="8" w16cid:durableId="1011505">
    <w:abstractNumId w:val="6"/>
  </w:num>
  <w:num w:numId="9" w16cid:durableId="955988080">
    <w:abstractNumId w:val="5"/>
  </w:num>
  <w:num w:numId="10" w16cid:durableId="1378238844">
    <w:abstractNumId w:val="4"/>
  </w:num>
  <w:num w:numId="11" w16cid:durableId="1251816206">
    <w:abstractNumId w:val="11"/>
  </w:num>
  <w:num w:numId="12" w16cid:durableId="974263658">
    <w:abstractNumId w:val="20"/>
  </w:num>
  <w:num w:numId="13" w16cid:durableId="1132013698">
    <w:abstractNumId w:val="21"/>
  </w:num>
  <w:num w:numId="14" w16cid:durableId="652952996">
    <w:abstractNumId w:val="10"/>
  </w:num>
  <w:num w:numId="15" w16cid:durableId="1916279055">
    <w:abstractNumId w:val="13"/>
  </w:num>
  <w:num w:numId="16" w16cid:durableId="235359614">
    <w:abstractNumId w:val="23"/>
  </w:num>
  <w:num w:numId="17" w16cid:durableId="1488327925">
    <w:abstractNumId w:val="19"/>
  </w:num>
  <w:num w:numId="18" w16cid:durableId="1613825761">
    <w:abstractNumId w:val="18"/>
  </w:num>
  <w:num w:numId="19" w16cid:durableId="602345381">
    <w:abstractNumId w:val="22"/>
  </w:num>
  <w:num w:numId="20" w16cid:durableId="443237103">
    <w:abstractNumId w:val="16"/>
  </w:num>
  <w:num w:numId="21" w16cid:durableId="574319108">
    <w:abstractNumId w:val="14"/>
  </w:num>
  <w:num w:numId="22" w16cid:durableId="726614216">
    <w:abstractNumId w:val="15"/>
  </w:num>
  <w:num w:numId="23" w16cid:durableId="1788618370">
    <w:abstractNumId w:val="17"/>
  </w:num>
  <w:num w:numId="24" w16cid:durableId="4356384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43"/>
    <w:rsid w:val="000012E3"/>
    <w:rsid w:val="00001726"/>
    <w:rsid w:val="00002603"/>
    <w:rsid w:val="000041DA"/>
    <w:rsid w:val="00004CD6"/>
    <w:rsid w:val="00005B89"/>
    <w:rsid w:val="00005FD7"/>
    <w:rsid w:val="00011777"/>
    <w:rsid w:val="00011B7A"/>
    <w:rsid w:val="00011B8E"/>
    <w:rsid w:val="00014458"/>
    <w:rsid w:val="000170A5"/>
    <w:rsid w:val="000178D2"/>
    <w:rsid w:val="00022E9E"/>
    <w:rsid w:val="00023EE8"/>
    <w:rsid w:val="00024657"/>
    <w:rsid w:val="00024FB6"/>
    <w:rsid w:val="00027394"/>
    <w:rsid w:val="0002742F"/>
    <w:rsid w:val="00027C0A"/>
    <w:rsid w:val="00030667"/>
    <w:rsid w:val="000316ED"/>
    <w:rsid w:val="00031AF0"/>
    <w:rsid w:val="00033941"/>
    <w:rsid w:val="00034630"/>
    <w:rsid w:val="0003530C"/>
    <w:rsid w:val="000363E4"/>
    <w:rsid w:val="00036875"/>
    <w:rsid w:val="000373EC"/>
    <w:rsid w:val="000375A3"/>
    <w:rsid w:val="000407A4"/>
    <w:rsid w:val="0004126A"/>
    <w:rsid w:val="0004192B"/>
    <w:rsid w:val="0004349B"/>
    <w:rsid w:val="0004381B"/>
    <w:rsid w:val="00045B37"/>
    <w:rsid w:val="0004637F"/>
    <w:rsid w:val="00047A9E"/>
    <w:rsid w:val="000552BE"/>
    <w:rsid w:val="00055B04"/>
    <w:rsid w:val="00056F3D"/>
    <w:rsid w:val="000570F3"/>
    <w:rsid w:val="000607AE"/>
    <w:rsid w:val="000618F7"/>
    <w:rsid w:val="00062244"/>
    <w:rsid w:val="0006369F"/>
    <w:rsid w:val="00063F9C"/>
    <w:rsid w:val="00065655"/>
    <w:rsid w:val="00067DF5"/>
    <w:rsid w:val="00067FE8"/>
    <w:rsid w:val="00071668"/>
    <w:rsid w:val="00072603"/>
    <w:rsid w:val="000726BC"/>
    <w:rsid w:val="00076624"/>
    <w:rsid w:val="00080AD2"/>
    <w:rsid w:val="000847FD"/>
    <w:rsid w:val="0008634F"/>
    <w:rsid w:val="00086726"/>
    <w:rsid w:val="00087566"/>
    <w:rsid w:val="000902C0"/>
    <w:rsid w:val="000907AF"/>
    <w:rsid w:val="00090B26"/>
    <w:rsid w:val="000920DD"/>
    <w:rsid w:val="0009498F"/>
    <w:rsid w:val="000953C9"/>
    <w:rsid w:val="0009693C"/>
    <w:rsid w:val="000973D7"/>
    <w:rsid w:val="000977EC"/>
    <w:rsid w:val="000A0F0A"/>
    <w:rsid w:val="000A2843"/>
    <w:rsid w:val="000A3709"/>
    <w:rsid w:val="000A47E1"/>
    <w:rsid w:val="000B170C"/>
    <w:rsid w:val="000B3B17"/>
    <w:rsid w:val="000B50A5"/>
    <w:rsid w:val="000B52BE"/>
    <w:rsid w:val="000B60D8"/>
    <w:rsid w:val="000B69E3"/>
    <w:rsid w:val="000B6FAE"/>
    <w:rsid w:val="000C2B84"/>
    <w:rsid w:val="000C3792"/>
    <w:rsid w:val="000C58FE"/>
    <w:rsid w:val="000C6C54"/>
    <w:rsid w:val="000C762C"/>
    <w:rsid w:val="000D0895"/>
    <w:rsid w:val="000D27C3"/>
    <w:rsid w:val="000D321D"/>
    <w:rsid w:val="000D3247"/>
    <w:rsid w:val="000D3F9E"/>
    <w:rsid w:val="000D411C"/>
    <w:rsid w:val="000D5550"/>
    <w:rsid w:val="000D5695"/>
    <w:rsid w:val="000D5BB0"/>
    <w:rsid w:val="000D787F"/>
    <w:rsid w:val="000D7F1D"/>
    <w:rsid w:val="000E1699"/>
    <w:rsid w:val="000E17F8"/>
    <w:rsid w:val="000E24B0"/>
    <w:rsid w:val="000E277B"/>
    <w:rsid w:val="000E3745"/>
    <w:rsid w:val="000E53FD"/>
    <w:rsid w:val="000E585C"/>
    <w:rsid w:val="000E6609"/>
    <w:rsid w:val="000E7005"/>
    <w:rsid w:val="000E7F03"/>
    <w:rsid w:val="000F0087"/>
    <w:rsid w:val="000F45B5"/>
    <w:rsid w:val="000F4786"/>
    <w:rsid w:val="000F50B0"/>
    <w:rsid w:val="000F5B97"/>
    <w:rsid w:val="000F6108"/>
    <w:rsid w:val="001009A4"/>
    <w:rsid w:val="0010247A"/>
    <w:rsid w:val="0010259D"/>
    <w:rsid w:val="00103853"/>
    <w:rsid w:val="00103EE8"/>
    <w:rsid w:val="00103FA5"/>
    <w:rsid w:val="0010457A"/>
    <w:rsid w:val="0010545F"/>
    <w:rsid w:val="00105A10"/>
    <w:rsid w:val="00106A37"/>
    <w:rsid w:val="00110417"/>
    <w:rsid w:val="0011066B"/>
    <w:rsid w:val="00112238"/>
    <w:rsid w:val="0011798D"/>
    <w:rsid w:val="00120199"/>
    <w:rsid w:val="00120274"/>
    <w:rsid w:val="0012037B"/>
    <w:rsid w:val="001223DA"/>
    <w:rsid w:val="0012255D"/>
    <w:rsid w:val="00123FAF"/>
    <w:rsid w:val="00124797"/>
    <w:rsid w:val="00126772"/>
    <w:rsid w:val="00131851"/>
    <w:rsid w:val="00131B0E"/>
    <w:rsid w:val="00132512"/>
    <w:rsid w:val="001336B4"/>
    <w:rsid w:val="0013444C"/>
    <w:rsid w:val="00134E0B"/>
    <w:rsid w:val="00135266"/>
    <w:rsid w:val="001376BB"/>
    <w:rsid w:val="001413FE"/>
    <w:rsid w:val="00145AF0"/>
    <w:rsid w:val="00145C3D"/>
    <w:rsid w:val="00147184"/>
    <w:rsid w:val="00151643"/>
    <w:rsid w:val="00154AB1"/>
    <w:rsid w:val="00157452"/>
    <w:rsid w:val="00160347"/>
    <w:rsid w:val="0016263B"/>
    <w:rsid w:val="00162730"/>
    <w:rsid w:val="00162F78"/>
    <w:rsid w:val="00165050"/>
    <w:rsid w:val="00165EA1"/>
    <w:rsid w:val="00165EA8"/>
    <w:rsid w:val="00165F3F"/>
    <w:rsid w:val="00166AB8"/>
    <w:rsid w:val="00170F27"/>
    <w:rsid w:val="0017103E"/>
    <w:rsid w:val="00171B62"/>
    <w:rsid w:val="001727F6"/>
    <w:rsid w:val="00173F45"/>
    <w:rsid w:val="001744C0"/>
    <w:rsid w:val="001747D0"/>
    <w:rsid w:val="001764A0"/>
    <w:rsid w:val="001805A1"/>
    <w:rsid w:val="00180E97"/>
    <w:rsid w:val="00181976"/>
    <w:rsid w:val="0018337F"/>
    <w:rsid w:val="00183AD9"/>
    <w:rsid w:val="00184A25"/>
    <w:rsid w:val="00184DA0"/>
    <w:rsid w:val="0018623B"/>
    <w:rsid w:val="00191612"/>
    <w:rsid w:val="0019176B"/>
    <w:rsid w:val="00193DC6"/>
    <w:rsid w:val="001944F9"/>
    <w:rsid w:val="00196C91"/>
    <w:rsid w:val="001A19B6"/>
    <w:rsid w:val="001A2FCE"/>
    <w:rsid w:val="001A3CE1"/>
    <w:rsid w:val="001A4AF9"/>
    <w:rsid w:val="001A6FD4"/>
    <w:rsid w:val="001A7E3A"/>
    <w:rsid w:val="001B0B48"/>
    <w:rsid w:val="001B110E"/>
    <w:rsid w:val="001B186C"/>
    <w:rsid w:val="001B4DDE"/>
    <w:rsid w:val="001B591C"/>
    <w:rsid w:val="001C06EE"/>
    <w:rsid w:val="001C1CC4"/>
    <w:rsid w:val="001C21A3"/>
    <w:rsid w:val="001C4096"/>
    <w:rsid w:val="001C52BE"/>
    <w:rsid w:val="001C60C2"/>
    <w:rsid w:val="001C6158"/>
    <w:rsid w:val="001D0C31"/>
    <w:rsid w:val="001D16D0"/>
    <w:rsid w:val="001D1EA3"/>
    <w:rsid w:val="001D3395"/>
    <w:rsid w:val="001D4B36"/>
    <w:rsid w:val="001D6D48"/>
    <w:rsid w:val="001D7A4C"/>
    <w:rsid w:val="001E55F3"/>
    <w:rsid w:val="001E6522"/>
    <w:rsid w:val="001F344D"/>
    <w:rsid w:val="001F3EA2"/>
    <w:rsid w:val="001F5541"/>
    <w:rsid w:val="001F730B"/>
    <w:rsid w:val="001F7791"/>
    <w:rsid w:val="001F79EE"/>
    <w:rsid w:val="00200D3B"/>
    <w:rsid w:val="00201097"/>
    <w:rsid w:val="00201A9F"/>
    <w:rsid w:val="00203326"/>
    <w:rsid w:val="00203A31"/>
    <w:rsid w:val="002044F5"/>
    <w:rsid w:val="00206DE3"/>
    <w:rsid w:val="00206F1D"/>
    <w:rsid w:val="00207986"/>
    <w:rsid w:val="00210FA7"/>
    <w:rsid w:val="00213741"/>
    <w:rsid w:val="00214DFB"/>
    <w:rsid w:val="00215BC6"/>
    <w:rsid w:val="002213BA"/>
    <w:rsid w:val="002216B4"/>
    <w:rsid w:val="002218F6"/>
    <w:rsid w:val="00222F64"/>
    <w:rsid w:val="002242E6"/>
    <w:rsid w:val="00224A30"/>
    <w:rsid w:val="0022588B"/>
    <w:rsid w:val="00226812"/>
    <w:rsid w:val="002308D8"/>
    <w:rsid w:val="002317CC"/>
    <w:rsid w:val="002332A8"/>
    <w:rsid w:val="00236188"/>
    <w:rsid w:val="002363AC"/>
    <w:rsid w:val="002368F4"/>
    <w:rsid w:val="0024276E"/>
    <w:rsid w:val="002433A5"/>
    <w:rsid w:val="00244A24"/>
    <w:rsid w:val="00245491"/>
    <w:rsid w:val="00246005"/>
    <w:rsid w:val="00246736"/>
    <w:rsid w:val="00247D23"/>
    <w:rsid w:val="002529AD"/>
    <w:rsid w:val="00252AFE"/>
    <w:rsid w:val="00252B15"/>
    <w:rsid w:val="00252EF9"/>
    <w:rsid w:val="00253784"/>
    <w:rsid w:val="0025397B"/>
    <w:rsid w:val="002545BF"/>
    <w:rsid w:val="002552BD"/>
    <w:rsid w:val="0025561A"/>
    <w:rsid w:val="00257CA0"/>
    <w:rsid w:val="002621B6"/>
    <w:rsid w:val="00262AAA"/>
    <w:rsid w:val="002655A0"/>
    <w:rsid w:val="002655EE"/>
    <w:rsid w:val="00267BCD"/>
    <w:rsid w:val="00271B5B"/>
    <w:rsid w:val="00271E70"/>
    <w:rsid w:val="00274C4F"/>
    <w:rsid w:val="00275431"/>
    <w:rsid w:val="00276491"/>
    <w:rsid w:val="002779DB"/>
    <w:rsid w:val="00280828"/>
    <w:rsid w:val="002815BA"/>
    <w:rsid w:val="002836DD"/>
    <w:rsid w:val="00283A08"/>
    <w:rsid w:val="00284141"/>
    <w:rsid w:val="00284F02"/>
    <w:rsid w:val="00286091"/>
    <w:rsid w:val="00286193"/>
    <w:rsid w:val="00286285"/>
    <w:rsid w:val="002921E1"/>
    <w:rsid w:val="002922A5"/>
    <w:rsid w:val="00293B15"/>
    <w:rsid w:val="00293E0C"/>
    <w:rsid w:val="002A1A37"/>
    <w:rsid w:val="002A1A8E"/>
    <w:rsid w:val="002A2EE7"/>
    <w:rsid w:val="002A329A"/>
    <w:rsid w:val="002A3446"/>
    <w:rsid w:val="002A5C16"/>
    <w:rsid w:val="002B1E75"/>
    <w:rsid w:val="002B2422"/>
    <w:rsid w:val="002B3705"/>
    <w:rsid w:val="002B4539"/>
    <w:rsid w:val="002B625D"/>
    <w:rsid w:val="002C04F4"/>
    <w:rsid w:val="002C0DF3"/>
    <w:rsid w:val="002C0F00"/>
    <w:rsid w:val="002C3A45"/>
    <w:rsid w:val="002C508D"/>
    <w:rsid w:val="002C5428"/>
    <w:rsid w:val="002C587E"/>
    <w:rsid w:val="002C5CE6"/>
    <w:rsid w:val="002D1185"/>
    <w:rsid w:val="002D14B4"/>
    <w:rsid w:val="002D1A3B"/>
    <w:rsid w:val="002D2DE5"/>
    <w:rsid w:val="002D4A03"/>
    <w:rsid w:val="002D53A1"/>
    <w:rsid w:val="002D5D56"/>
    <w:rsid w:val="002D5EB6"/>
    <w:rsid w:val="002D678C"/>
    <w:rsid w:val="002D6F81"/>
    <w:rsid w:val="002D7681"/>
    <w:rsid w:val="002E025C"/>
    <w:rsid w:val="002E2325"/>
    <w:rsid w:val="002E29FE"/>
    <w:rsid w:val="002E602F"/>
    <w:rsid w:val="002F0704"/>
    <w:rsid w:val="002F1BA7"/>
    <w:rsid w:val="002F2A64"/>
    <w:rsid w:val="002F2F64"/>
    <w:rsid w:val="002F4326"/>
    <w:rsid w:val="002F5DE8"/>
    <w:rsid w:val="002F744A"/>
    <w:rsid w:val="0030127D"/>
    <w:rsid w:val="00301402"/>
    <w:rsid w:val="00302323"/>
    <w:rsid w:val="003042E9"/>
    <w:rsid w:val="003106C6"/>
    <w:rsid w:val="00311513"/>
    <w:rsid w:val="0031195B"/>
    <w:rsid w:val="00314057"/>
    <w:rsid w:val="003151F9"/>
    <w:rsid w:val="003152B6"/>
    <w:rsid w:val="003157B9"/>
    <w:rsid w:val="00316AE6"/>
    <w:rsid w:val="0031790C"/>
    <w:rsid w:val="003211CF"/>
    <w:rsid w:val="003218CA"/>
    <w:rsid w:val="00322369"/>
    <w:rsid w:val="003250AF"/>
    <w:rsid w:val="00325C15"/>
    <w:rsid w:val="00326451"/>
    <w:rsid w:val="003273F4"/>
    <w:rsid w:val="00330C66"/>
    <w:rsid w:val="00331B86"/>
    <w:rsid w:val="00337986"/>
    <w:rsid w:val="00337C83"/>
    <w:rsid w:val="00340DB4"/>
    <w:rsid w:val="00342D33"/>
    <w:rsid w:val="00343486"/>
    <w:rsid w:val="00343DCF"/>
    <w:rsid w:val="00344EEE"/>
    <w:rsid w:val="003451E6"/>
    <w:rsid w:val="0034558A"/>
    <w:rsid w:val="003456DB"/>
    <w:rsid w:val="00346E11"/>
    <w:rsid w:val="0034759A"/>
    <w:rsid w:val="00347609"/>
    <w:rsid w:val="0035007B"/>
    <w:rsid w:val="00351214"/>
    <w:rsid w:val="00351B16"/>
    <w:rsid w:val="003522B0"/>
    <w:rsid w:val="00355183"/>
    <w:rsid w:val="00355473"/>
    <w:rsid w:val="003555E2"/>
    <w:rsid w:val="00355FF0"/>
    <w:rsid w:val="003565D8"/>
    <w:rsid w:val="00360522"/>
    <w:rsid w:val="00360BD9"/>
    <w:rsid w:val="00360FB6"/>
    <w:rsid w:val="00361186"/>
    <w:rsid w:val="003622C0"/>
    <w:rsid w:val="00362AA8"/>
    <w:rsid w:val="00370484"/>
    <w:rsid w:val="00371B1B"/>
    <w:rsid w:val="003740A1"/>
    <w:rsid w:val="00375248"/>
    <w:rsid w:val="003764A7"/>
    <w:rsid w:val="00377AE0"/>
    <w:rsid w:val="003814CF"/>
    <w:rsid w:val="0038155F"/>
    <w:rsid w:val="0038206D"/>
    <w:rsid w:val="003823DB"/>
    <w:rsid w:val="00384546"/>
    <w:rsid w:val="00385B53"/>
    <w:rsid w:val="003861D3"/>
    <w:rsid w:val="00386299"/>
    <w:rsid w:val="0038642A"/>
    <w:rsid w:val="003864AD"/>
    <w:rsid w:val="003868A3"/>
    <w:rsid w:val="00386C7D"/>
    <w:rsid w:val="0039048C"/>
    <w:rsid w:val="00390812"/>
    <w:rsid w:val="00390AF1"/>
    <w:rsid w:val="00390C79"/>
    <w:rsid w:val="00393C1C"/>
    <w:rsid w:val="00395C96"/>
    <w:rsid w:val="00396CB3"/>
    <w:rsid w:val="003974EA"/>
    <w:rsid w:val="003A19F8"/>
    <w:rsid w:val="003A2300"/>
    <w:rsid w:val="003A264A"/>
    <w:rsid w:val="003A2885"/>
    <w:rsid w:val="003A2C8E"/>
    <w:rsid w:val="003A2DC9"/>
    <w:rsid w:val="003A4418"/>
    <w:rsid w:val="003A4AD9"/>
    <w:rsid w:val="003A4B9A"/>
    <w:rsid w:val="003A5FCB"/>
    <w:rsid w:val="003A70C2"/>
    <w:rsid w:val="003A7B3D"/>
    <w:rsid w:val="003A7E7F"/>
    <w:rsid w:val="003B0F76"/>
    <w:rsid w:val="003B0FB1"/>
    <w:rsid w:val="003B37C2"/>
    <w:rsid w:val="003B470A"/>
    <w:rsid w:val="003B48EF"/>
    <w:rsid w:val="003B58FA"/>
    <w:rsid w:val="003B6BAE"/>
    <w:rsid w:val="003B6CB8"/>
    <w:rsid w:val="003B6E5D"/>
    <w:rsid w:val="003B7FF3"/>
    <w:rsid w:val="003C1B2C"/>
    <w:rsid w:val="003C3043"/>
    <w:rsid w:val="003C4045"/>
    <w:rsid w:val="003C5878"/>
    <w:rsid w:val="003C6457"/>
    <w:rsid w:val="003C6DA4"/>
    <w:rsid w:val="003C7B40"/>
    <w:rsid w:val="003D02E6"/>
    <w:rsid w:val="003D1442"/>
    <w:rsid w:val="003D1883"/>
    <w:rsid w:val="003D1C7E"/>
    <w:rsid w:val="003D1FAC"/>
    <w:rsid w:val="003D6541"/>
    <w:rsid w:val="003D735B"/>
    <w:rsid w:val="003E1E14"/>
    <w:rsid w:val="003E2213"/>
    <w:rsid w:val="003E24EF"/>
    <w:rsid w:val="003E2A9B"/>
    <w:rsid w:val="003E2B70"/>
    <w:rsid w:val="003E3C53"/>
    <w:rsid w:val="003E3CE2"/>
    <w:rsid w:val="003E6792"/>
    <w:rsid w:val="003E68CC"/>
    <w:rsid w:val="003E6A2E"/>
    <w:rsid w:val="003E6B7D"/>
    <w:rsid w:val="003E78A4"/>
    <w:rsid w:val="003F4A00"/>
    <w:rsid w:val="003F63A0"/>
    <w:rsid w:val="00401530"/>
    <w:rsid w:val="004015EF"/>
    <w:rsid w:val="00401DD9"/>
    <w:rsid w:val="00401ECC"/>
    <w:rsid w:val="004022B4"/>
    <w:rsid w:val="00402B21"/>
    <w:rsid w:val="004050FE"/>
    <w:rsid w:val="0040546B"/>
    <w:rsid w:val="004056DD"/>
    <w:rsid w:val="00405758"/>
    <w:rsid w:val="00405A30"/>
    <w:rsid w:val="00407743"/>
    <w:rsid w:val="00410BDE"/>
    <w:rsid w:val="00413B05"/>
    <w:rsid w:val="00413EAC"/>
    <w:rsid w:val="00414C94"/>
    <w:rsid w:val="00415825"/>
    <w:rsid w:val="004171A3"/>
    <w:rsid w:val="004214B5"/>
    <w:rsid w:val="00421E8E"/>
    <w:rsid w:val="00425677"/>
    <w:rsid w:val="00425AFA"/>
    <w:rsid w:val="0042661F"/>
    <w:rsid w:val="004274B0"/>
    <w:rsid w:val="004276D0"/>
    <w:rsid w:val="00430224"/>
    <w:rsid w:val="004324A8"/>
    <w:rsid w:val="00432DA9"/>
    <w:rsid w:val="004339A2"/>
    <w:rsid w:val="00433EDD"/>
    <w:rsid w:val="0043400B"/>
    <w:rsid w:val="00436AEE"/>
    <w:rsid w:val="00436E19"/>
    <w:rsid w:val="00436F5D"/>
    <w:rsid w:val="00437144"/>
    <w:rsid w:val="00440C1D"/>
    <w:rsid w:val="004411EF"/>
    <w:rsid w:val="0044219E"/>
    <w:rsid w:val="004430A0"/>
    <w:rsid w:val="00443176"/>
    <w:rsid w:val="0044404E"/>
    <w:rsid w:val="00444441"/>
    <w:rsid w:val="00450E72"/>
    <w:rsid w:val="00450F87"/>
    <w:rsid w:val="00451080"/>
    <w:rsid w:val="0045216F"/>
    <w:rsid w:val="00452515"/>
    <w:rsid w:val="004531A3"/>
    <w:rsid w:val="00453DAA"/>
    <w:rsid w:val="004540B1"/>
    <w:rsid w:val="00454786"/>
    <w:rsid w:val="004571CE"/>
    <w:rsid w:val="00461292"/>
    <w:rsid w:val="00462066"/>
    <w:rsid w:val="00463BD6"/>
    <w:rsid w:val="00466299"/>
    <w:rsid w:val="00466F90"/>
    <w:rsid w:val="004672A2"/>
    <w:rsid w:val="00467F9D"/>
    <w:rsid w:val="00470F0C"/>
    <w:rsid w:val="00471881"/>
    <w:rsid w:val="00472605"/>
    <w:rsid w:val="004728B8"/>
    <w:rsid w:val="00474D92"/>
    <w:rsid w:val="00476786"/>
    <w:rsid w:val="00476D69"/>
    <w:rsid w:val="0047779B"/>
    <w:rsid w:val="004779C7"/>
    <w:rsid w:val="00477A62"/>
    <w:rsid w:val="00480541"/>
    <w:rsid w:val="0048244D"/>
    <w:rsid w:val="00482720"/>
    <w:rsid w:val="00482D48"/>
    <w:rsid w:val="004839C6"/>
    <w:rsid w:val="00483B73"/>
    <w:rsid w:val="00485344"/>
    <w:rsid w:val="0048562E"/>
    <w:rsid w:val="00485C15"/>
    <w:rsid w:val="00487FF7"/>
    <w:rsid w:val="0049298A"/>
    <w:rsid w:val="00494351"/>
    <w:rsid w:val="004943CB"/>
    <w:rsid w:val="00495B84"/>
    <w:rsid w:val="004960F0"/>
    <w:rsid w:val="00496925"/>
    <w:rsid w:val="00497CF9"/>
    <w:rsid w:val="004A06BF"/>
    <w:rsid w:val="004A1ABC"/>
    <w:rsid w:val="004A1B47"/>
    <w:rsid w:val="004A270A"/>
    <w:rsid w:val="004A4B95"/>
    <w:rsid w:val="004A5133"/>
    <w:rsid w:val="004A66CD"/>
    <w:rsid w:val="004A6BEF"/>
    <w:rsid w:val="004A7066"/>
    <w:rsid w:val="004B0223"/>
    <w:rsid w:val="004B0E81"/>
    <w:rsid w:val="004B1B40"/>
    <w:rsid w:val="004B4138"/>
    <w:rsid w:val="004B684D"/>
    <w:rsid w:val="004B728A"/>
    <w:rsid w:val="004C00AC"/>
    <w:rsid w:val="004C1592"/>
    <w:rsid w:val="004C3220"/>
    <w:rsid w:val="004C3998"/>
    <w:rsid w:val="004C3D7D"/>
    <w:rsid w:val="004C7EEA"/>
    <w:rsid w:val="004D1433"/>
    <w:rsid w:val="004D187B"/>
    <w:rsid w:val="004D1DBE"/>
    <w:rsid w:val="004D5798"/>
    <w:rsid w:val="004D584E"/>
    <w:rsid w:val="004E0EC4"/>
    <w:rsid w:val="004E3914"/>
    <w:rsid w:val="004E3968"/>
    <w:rsid w:val="004E7157"/>
    <w:rsid w:val="004E7F3A"/>
    <w:rsid w:val="004F0EAE"/>
    <w:rsid w:val="004F1751"/>
    <w:rsid w:val="004F3076"/>
    <w:rsid w:val="004F56DE"/>
    <w:rsid w:val="004F58E0"/>
    <w:rsid w:val="00500E28"/>
    <w:rsid w:val="005016E0"/>
    <w:rsid w:val="00504338"/>
    <w:rsid w:val="00504D56"/>
    <w:rsid w:val="00504ED4"/>
    <w:rsid w:val="005059F4"/>
    <w:rsid w:val="00505AF9"/>
    <w:rsid w:val="00507D13"/>
    <w:rsid w:val="00510E2C"/>
    <w:rsid w:val="0051124F"/>
    <w:rsid w:val="00511461"/>
    <w:rsid w:val="005119B2"/>
    <w:rsid w:val="00513204"/>
    <w:rsid w:val="005135E9"/>
    <w:rsid w:val="0051460B"/>
    <w:rsid w:val="00514EB2"/>
    <w:rsid w:val="00515BF0"/>
    <w:rsid w:val="00515C9E"/>
    <w:rsid w:val="00520C53"/>
    <w:rsid w:val="0052308B"/>
    <w:rsid w:val="00525722"/>
    <w:rsid w:val="00525C49"/>
    <w:rsid w:val="00525FD5"/>
    <w:rsid w:val="0052632C"/>
    <w:rsid w:val="00526D3F"/>
    <w:rsid w:val="00530BFC"/>
    <w:rsid w:val="00531CD1"/>
    <w:rsid w:val="00532B88"/>
    <w:rsid w:val="005349DB"/>
    <w:rsid w:val="0054010B"/>
    <w:rsid w:val="00540C16"/>
    <w:rsid w:val="005420B1"/>
    <w:rsid w:val="00542FE5"/>
    <w:rsid w:val="00544345"/>
    <w:rsid w:val="005453B5"/>
    <w:rsid w:val="005465F7"/>
    <w:rsid w:val="00546821"/>
    <w:rsid w:val="005503E7"/>
    <w:rsid w:val="00550C37"/>
    <w:rsid w:val="00552DA1"/>
    <w:rsid w:val="005534F0"/>
    <w:rsid w:val="005547D5"/>
    <w:rsid w:val="00556BE6"/>
    <w:rsid w:val="005574C3"/>
    <w:rsid w:val="0055750A"/>
    <w:rsid w:val="00557F35"/>
    <w:rsid w:val="005607D3"/>
    <w:rsid w:val="005619CE"/>
    <w:rsid w:val="005624BE"/>
    <w:rsid w:val="00563051"/>
    <w:rsid w:val="00564720"/>
    <w:rsid w:val="00566E1D"/>
    <w:rsid w:val="00567569"/>
    <w:rsid w:val="005700E1"/>
    <w:rsid w:val="00570707"/>
    <w:rsid w:val="00570FB1"/>
    <w:rsid w:val="005713A5"/>
    <w:rsid w:val="005718CA"/>
    <w:rsid w:val="00572BDA"/>
    <w:rsid w:val="005732EA"/>
    <w:rsid w:val="00581239"/>
    <w:rsid w:val="00581DB5"/>
    <w:rsid w:val="00582DA9"/>
    <w:rsid w:val="0058487D"/>
    <w:rsid w:val="005876B2"/>
    <w:rsid w:val="005903F9"/>
    <w:rsid w:val="00593089"/>
    <w:rsid w:val="0059323C"/>
    <w:rsid w:val="00593CAF"/>
    <w:rsid w:val="00595557"/>
    <w:rsid w:val="005A0729"/>
    <w:rsid w:val="005A2E44"/>
    <w:rsid w:val="005A2E4D"/>
    <w:rsid w:val="005A3374"/>
    <w:rsid w:val="005A3C0A"/>
    <w:rsid w:val="005A4B19"/>
    <w:rsid w:val="005A651B"/>
    <w:rsid w:val="005B0070"/>
    <w:rsid w:val="005B0AE7"/>
    <w:rsid w:val="005B0D2F"/>
    <w:rsid w:val="005B10DA"/>
    <w:rsid w:val="005B710D"/>
    <w:rsid w:val="005C06B9"/>
    <w:rsid w:val="005C21A6"/>
    <w:rsid w:val="005C272D"/>
    <w:rsid w:val="005C2BD5"/>
    <w:rsid w:val="005C3CA2"/>
    <w:rsid w:val="005C7582"/>
    <w:rsid w:val="005C775F"/>
    <w:rsid w:val="005C7C5A"/>
    <w:rsid w:val="005D06FA"/>
    <w:rsid w:val="005D0CC8"/>
    <w:rsid w:val="005D17B2"/>
    <w:rsid w:val="005D2735"/>
    <w:rsid w:val="005D53EB"/>
    <w:rsid w:val="005D5500"/>
    <w:rsid w:val="005D58B4"/>
    <w:rsid w:val="005D6DE7"/>
    <w:rsid w:val="005D778B"/>
    <w:rsid w:val="005E3188"/>
    <w:rsid w:val="005E3464"/>
    <w:rsid w:val="005E3BFC"/>
    <w:rsid w:val="005E3CBA"/>
    <w:rsid w:val="005E49FB"/>
    <w:rsid w:val="005E58A6"/>
    <w:rsid w:val="005E5CCD"/>
    <w:rsid w:val="005E5DA3"/>
    <w:rsid w:val="005E6182"/>
    <w:rsid w:val="005E6F1E"/>
    <w:rsid w:val="005F0DEE"/>
    <w:rsid w:val="005F1F97"/>
    <w:rsid w:val="005F3DF7"/>
    <w:rsid w:val="005F4C07"/>
    <w:rsid w:val="005F52D8"/>
    <w:rsid w:val="005F72C4"/>
    <w:rsid w:val="006022EC"/>
    <w:rsid w:val="006023F3"/>
    <w:rsid w:val="0060290F"/>
    <w:rsid w:val="006060AA"/>
    <w:rsid w:val="00606718"/>
    <w:rsid w:val="00607B56"/>
    <w:rsid w:val="00610C88"/>
    <w:rsid w:val="00610F83"/>
    <w:rsid w:val="006110A8"/>
    <w:rsid w:val="00612060"/>
    <w:rsid w:val="00612580"/>
    <w:rsid w:val="0061265C"/>
    <w:rsid w:val="0061682B"/>
    <w:rsid w:val="00621D5C"/>
    <w:rsid w:val="00625621"/>
    <w:rsid w:val="0062599C"/>
    <w:rsid w:val="006261D1"/>
    <w:rsid w:val="006261D8"/>
    <w:rsid w:val="0062731C"/>
    <w:rsid w:val="0063345C"/>
    <w:rsid w:val="00633C6E"/>
    <w:rsid w:val="00634F1E"/>
    <w:rsid w:val="00635037"/>
    <w:rsid w:val="006359E7"/>
    <w:rsid w:val="006362D6"/>
    <w:rsid w:val="00640844"/>
    <w:rsid w:val="00641324"/>
    <w:rsid w:val="0064315A"/>
    <w:rsid w:val="006438A8"/>
    <w:rsid w:val="00643F01"/>
    <w:rsid w:val="00645920"/>
    <w:rsid w:val="00645B57"/>
    <w:rsid w:val="00646166"/>
    <w:rsid w:val="006472C6"/>
    <w:rsid w:val="0065086A"/>
    <w:rsid w:val="00652260"/>
    <w:rsid w:val="006554B5"/>
    <w:rsid w:val="006554CF"/>
    <w:rsid w:val="00655A10"/>
    <w:rsid w:val="0065608F"/>
    <w:rsid w:val="00656390"/>
    <w:rsid w:val="00660DD7"/>
    <w:rsid w:val="006654B5"/>
    <w:rsid w:val="0066558E"/>
    <w:rsid w:val="00666D1A"/>
    <w:rsid w:val="00670F8D"/>
    <w:rsid w:val="00671A0E"/>
    <w:rsid w:val="00672310"/>
    <w:rsid w:val="00672C5E"/>
    <w:rsid w:val="00673FAF"/>
    <w:rsid w:val="006771B7"/>
    <w:rsid w:val="006805FD"/>
    <w:rsid w:val="0068069E"/>
    <w:rsid w:val="00682310"/>
    <w:rsid w:val="00682EB6"/>
    <w:rsid w:val="006839F2"/>
    <w:rsid w:val="00684160"/>
    <w:rsid w:val="00684D9E"/>
    <w:rsid w:val="006851AF"/>
    <w:rsid w:val="00685989"/>
    <w:rsid w:val="0068671C"/>
    <w:rsid w:val="006914FA"/>
    <w:rsid w:val="006918F5"/>
    <w:rsid w:val="006937C6"/>
    <w:rsid w:val="00693A2B"/>
    <w:rsid w:val="00694B3B"/>
    <w:rsid w:val="006967CF"/>
    <w:rsid w:val="006969D2"/>
    <w:rsid w:val="00697A34"/>
    <w:rsid w:val="006A27A0"/>
    <w:rsid w:val="006A4B56"/>
    <w:rsid w:val="006A590B"/>
    <w:rsid w:val="006A5B61"/>
    <w:rsid w:val="006A7406"/>
    <w:rsid w:val="006B455F"/>
    <w:rsid w:val="006B4D0E"/>
    <w:rsid w:val="006B4E66"/>
    <w:rsid w:val="006B5C7E"/>
    <w:rsid w:val="006B5EE6"/>
    <w:rsid w:val="006C18D6"/>
    <w:rsid w:val="006C1D51"/>
    <w:rsid w:val="006C243C"/>
    <w:rsid w:val="006C2F7C"/>
    <w:rsid w:val="006C3100"/>
    <w:rsid w:val="006C372A"/>
    <w:rsid w:val="006C4385"/>
    <w:rsid w:val="006C48A8"/>
    <w:rsid w:val="006C49BC"/>
    <w:rsid w:val="006C64AD"/>
    <w:rsid w:val="006C6CAF"/>
    <w:rsid w:val="006C72BA"/>
    <w:rsid w:val="006D2390"/>
    <w:rsid w:val="006D3F15"/>
    <w:rsid w:val="006D44A6"/>
    <w:rsid w:val="006E1FEE"/>
    <w:rsid w:val="006E2764"/>
    <w:rsid w:val="006E27BF"/>
    <w:rsid w:val="006E2F3B"/>
    <w:rsid w:val="006E369B"/>
    <w:rsid w:val="006E4FEC"/>
    <w:rsid w:val="006E6965"/>
    <w:rsid w:val="006F3E65"/>
    <w:rsid w:val="006F5433"/>
    <w:rsid w:val="006F556E"/>
    <w:rsid w:val="006F599E"/>
    <w:rsid w:val="006F5F9D"/>
    <w:rsid w:val="006F7B66"/>
    <w:rsid w:val="00701B5A"/>
    <w:rsid w:val="007029A5"/>
    <w:rsid w:val="0070354A"/>
    <w:rsid w:val="00704466"/>
    <w:rsid w:val="00704E65"/>
    <w:rsid w:val="0070513B"/>
    <w:rsid w:val="00706CA7"/>
    <w:rsid w:val="00711159"/>
    <w:rsid w:val="00711308"/>
    <w:rsid w:val="00716C01"/>
    <w:rsid w:val="00720CE3"/>
    <w:rsid w:val="00720DAA"/>
    <w:rsid w:val="00721FBF"/>
    <w:rsid w:val="00723F01"/>
    <w:rsid w:val="00733139"/>
    <w:rsid w:val="00734E81"/>
    <w:rsid w:val="007356EC"/>
    <w:rsid w:val="0074011B"/>
    <w:rsid w:val="00740380"/>
    <w:rsid w:val="00740FB1"/>
    <w:rsid w:val="007425BB"/>
    <w:rsid w:val="00742EE3"/>
    <w:rsid w:val="007450B7"/>
    <w:rsid w:val="00745989"/>
    <w:rsid w:val="00745FCF"/>
    <w:rsid w:val="00746410"/>
    <w:rsid w:val="007516C5"/>
    <w:rsid w:val="007565BF"/>
    <w:rsid w:val="00756A7B"/>
    <w:rsid w:val="00760D0B"/>
    <w:rsid w:val="00760D9F"/>
    <w:rsid w:val="00762731"/>
    <w:rsid w:val="00762E6E"/>
    <w:rsid w:val="00763BFD"/>
    <w:rsid w:val="00763D5E"/>
    <w:rsid w:val="00764C30"/>
    <w:rsid w:val="00765184"/>
    <w:rsid w:val="00766A85"/>
    <w:rsid w:val="00767F81"/>
    <w:rsid w:val="00771449"/>
    <w:rsid w:val="007715DF"/>
    <w:rsid w:val="00773AE7"/>
    <w:rsid w:val="007755E3"/>
    <w:rsid w:val="00775F47"/>
    <w:rsid w:val="00776EBF"/>
    <w:rsid w:val="0078007C"/>
    <w:rsid w:val="00782293"/>
    <w:rsid w:val="00782E5C"/>
    <w:rsid w:val="0078343C"/>
    <w:rsid w:val="007854FF"/>
    <w:rsid w:val="0078560C"/>
    <w:rsid w:val="0079055C"/>
    <w:rsid w:val="00791616"/>
    <w:rsid w:val="00791BAF"/>
    <w:rsid w:val="00793CD4"/>
    <w:rsid w:val="00793D87"/>
    <w:rsid w:val="0079586A"/>
    <w:rsid w:val="00796A55"/>
    <w:rsid w:val="00797F40"/>
    <w:rsid w:val="007A16AE"/>
    <w:rsid w:val="007A27C0"/>
    <w:rsid w:val="007A316D"/>
    <w:rsid w:val="007A46E2"/>
    <w:rsid w:val="007A492D"/>
    <w:rsid w:val="007A4F1D"/>
    <w:rsid w:val="007A57C4"/>
    <w:rsid w:val="007A6093"/>
    <w:rsid w:val="007A6254"/>
    <w:rsid w:val="007A7DD9"/>
    <w:rsid w:val="007B05F3"/>
    <w:rsid w:val="007B1111"/>
    <w:rsid w:val="007B188D"/>
    <w:rsid w:val="007B2739"/>
    <w:rsid w:val="007B28D4"/>
    <w:rsid w:val="007B2A6F"/>
    <w:rsid w:val="007B2FC5"/>
    <w:rsid w:val="007B33D7"/>
    <w:rsid w:val="007B4DAB"/>
    <w:rsid w:val="007B5C35"/>
    <w:rsid w:val="007B604B"/>
    <w:rsid w:val="007B63C3"/>
    <w:rsid w:val="007B7C04"/>
    <w:rsid w:val="007C06C3"/>
    <w:rsid w:val="007C1F9E"/>
    <w:rsid w:val="007C205B"/>
    <w:rsid w:val="007C44F9"/>
    <w:rsid w:val="007C4870"/>
    <w:rsid w:val="007C5B8C"/>
    <w:rsid w:val="007C6926"/>
    <w:rsid w:val="007D0550"/>
    <w:rsid w:val="007D1744"/>
    <w:rsid w:val="007D4E46"/>
    <w:rsid w:val="007D5C15"/>
    <w:rsid w:val="007D736C"/>
    <w:rsid w:val="007E1257"/>
    <w:rsid w:val="007E16D8"/>
    <w:rsid w:val="007E1EFA"/>
    <w:rsid w:val="007E2D78"/>
    <w:rsid w:val="007E317D"/>
    <w:rsid w:val="007E4B52"/>
    <w:rsid w:val="007E5668"/>
    <w:rsid w:val="007E58CC"/>
    <w:rsid w:val="007F1A2B"/>
    <w:rsid w:val="007F48C1"/>
    <w:rsid w:val="007F50ED"/>
    <w:rsid w:val="007F54B0"/>
    <w:rsid w:val="007F65C1"/>
    <w:rsid w:val="008000A7"/>
    <w:rsid w:val="0080313B"/>
    <w:rsid w:val="00805590"/>
    <w:rsid w:val="00805EFC"/>
    <w:rsid w:val="00805FAA"/>
    <w:rsid w:val="0081011B"/>
    <w:rsid w:val="008124BD"/>
    <w:rsid w:val="0081270B"/>
    <w:rsid w:val="00812A94"/>
    <w:rsid w:val="0081496D"/>
    <w:rsid w:val="008154C0"/>
    <w:rsid w:val="00815B14"/>
    <w:rsid w:val="00816053"/>
    <w:rsid w:val="0081647B"/>
    <w:rsid w:val="0081675C"/>
    <w:rsid w:val="00816D45"/>
    <w:rsid w:val="00816E10"/>
    <w:rsid w:val="0082484B"/>
    <w:rsid w:val="00825392"/>
    <w:rsid w:val="008279F5"/>
    <w:rsid w:val="00830482"/>
    <w:rsid w:val="00832136"/>
    <w:rsid w:val="00832E37"/>
    <w:rsid w:val="0083496B"/>
    <w:rsid w:val="00835110"/>
    <w:rsid w:val="008351F0"/>
    <w:rsid w:val="00835CAE"/>
    <w:rsid w:val="00840688"/>
    <w:rsid w:val="0084083A"/>
    <w:rsid w:val="00843019"/>
    <w:rsid w:val="00843792"/>
    <w:rsid w:val="00843BE5"/>
    <w:rsid w:val="00844956"/>
    <w:rsid w:val="00844B99"/>
    <w:rsid w:val="00844DF4"/>
    <w:rsid w:val="008469BC"/>
    <w:rsid w:val="008519F0"/>
    <w:rsid w:val="00852535"/>
    <w:rsid w:val="00854723"/>
    <w:rsid w:val="00855524"/>
    <w:rsid w:val="0085633D"/>
    <w:rsid w:val="00857484"/>
    <w:rsid w:val="00857F81"/>
    <w:rsid w:val="008606BA"/>
    <w:rsid w:val="008621E9"/>
    <w:rsid w:val="00863217"/>
    <w:rsid w:val="008637B4"/>
    <w:rsid w:val="00864405"/>
    <w:rsid w:val="008654DE"/>
    <w:rsid w:val="00867404"/>
    <w:rsid w:val="00870FD1"/>
    <w:rsid w:val="008728A8"/>
    <w:rsid w:val="00874BD2"/>
    <w:rsid w:val="00874E4F"/>
    <w:rsid w:val="008763AE"/>
    <w:rsid w:val="00877117"/>
    <w:rsid w:val="008813AA"/>
    <w:rsid w:val="00882681"/>
    <w:rsid w:val="008839B6"/>
    <w:rsid w:val="0088404F"/>
    <w:rsid w:val="0088483A"/>
    <w:rsid w:val="008861EF"/>
    <w:rsid w:val="00886C2A"/>
    <w:rsid w:val="00890824"/>
    <w:rsid w:val="0089199F"/>
    <w:rsid w:val="00892506"/>
    <w:rsid w:val="00893A13"/>
    <w:rsid w:val="0089532C"/>
    <w:rsid w:val="00895D1B"/>
    <w:rsid w:val="008960D8"/>
    <w:rsid w:val="008A3073"/>
    <w:rsid w:val="008A3685"/>
    <w:rsid w:val="008A416E"/>
    <w:rsid w:val="008A4F41"/>
    <w:rsid w:val="008A54A8"/>
    <w:rsid w:val="008B263B"/>
    <w:rsid w:val="008B2808"/>
    <w:rsid w:val="008B4209"/>
    <w:rsid w:val="008B645F"/>
    <w:rsid w:val="008B6B0D"/>
    <w:rsid w:val="008B703F"/>
    <w:rsid w:val="008B7609"/>
    <w:rsid w:val="008C0E46"/>
    <w:rsid w:val="008C181D"/>
    <w:rsid w:val="008C190E"/>
    <w:rsid w:val="008C2C04"/>
    <w:rsid w:val="008C33E4"/>
    <w:rsid w:val="008C342B"/>
    <w:rsid w:val="008C449A"/>
    <w:rsid w:val="008C4C70"/>
    <w:rsid w:val="008C65CE"/>
    <w:rsid w:val="008C6A90"/>
    <w:rsid w:val="008D101E"/>
    <w:rsid w:val="008D18F5"/>
    <w:rsid w:val="008D211F"/>
    <w:rsid w:val="008D2C72"/>
    <w:rsid w:val="008D2D32"/>
    <w:rsid w:val="008D5166"/>
    <w:rsid w:val="008D5344"/>
    <w:rsid w:val="008D5A2A"/>
    <w:rsid w:val="008D7C5E"/>
    <w:rsid w:val="008E012B"/>
    <w:rsid w:val="008E0973"/>
    <w:rsid w:val="008E351F"/>
    <w:rsid w:val="008E3B59"/>
    <w:rsid w:val="008E5662"/>
    <w:rsid w:val="008E62EE"/>
    <w:rsid w:val="008E6DDE"/>
    <w:rsid w:val="008E7E6A"/>
    <w:rsid w:val="008F0F07"/>
    <w:rsid w:val="008F2A13"/>
    <w:rsid w:val="008F3011"/>
    <w:rsid w:val="008F316B"/>
    <w:rsid w:val="008F371E"/>
    <w:rsid w:val="008F3AF5"/>
    <w:rsid w:val="008F5D13"/>
    <w:rsid w:val="008F5EC2"/>
    <w:rsid w:val="008F6696"/>
    <w:rsid w:val="008F7C7B"/>
    <w:rsid w:val="00901C02"/>
    <w:rsid w:val="00902984"/>
    <w:rsid w:val="00903B93"/>
    <w:rsid w:val="00906170"/>
    <w:rsid w:val="00906C5F"/>
    <w:rsid w:val="00907293"/>
    <w:rsid w:val="0090754A"/>
    <w:rsid w:val="00907AD0"/>
    <w:rsid w:val="009119D2"/>
    <w:rsid w:val="009120B1"/>
    <w:rsid w:val="009133E4"/>
    <w:rsid w:val="0091463B"/>
    <w:rsid w:val="00915FE5"/>
    <w:rsid w:val="0091613A"/>
    <w:rsid w:val="00916872"/>
    <w:rsid w:val="0091688E"/>
    <w:rsid w:val="0092074B"/>
    <w:rsid w:val="00921115"/>
    <w:rsid w:val="009213C0"/>
    <w:rsid w:val="00921C51"/>
    <w:rsid w:val="00924FD5"/>
    <w:rsid w:val="00926633"/>
    <w:rsid w:val="0092680C"/>
    <w:rsid w:val="00931538"/>
    <w:rsid w:val="009332FD"/>
    <w:rsid w:val="00935EDE"/>
    <w:rsid w:val="00943387"/>
    <w:rsid w:val="009436E4"/>
    <w:rsid w:val="009456C2"/>
    <w:rsid w:val="009459F6"/>
    <w:rsid w:val="00945D6A"/>
    <w:rsid w:val="009529AB"/>
    <w:rsid w:val="0095564D"/>
    <w:rsid w:val="00957454"/>
    <w:rsid w:val="00960695"/>
    <w:rsid w:val="0096115B"/>
    <w:rsid w:val="009614AE"/>
    <w:rsid w:val="00963F04"/>
    <w:rsid w:val="0096597B"/>
    <w:rsid w:val="00965C0E"/>
    <w:rsid w:val="00965D2E"/>
    <w:rsid w:val="00966D6D"/>
    <w:rsid w:val="00967658"/>
    <w:rsid w:val="009721B0"/>
    <w:rsid w:val="009749C6"/>
    <w:rsid w:val="00976CD7"/>
    <w:rsid w:val="0097706A"/>
    <w:rsid w:val="00977876"/>
    <w:rsid w:val="009779BF"/>
    <w:rsid w:val="00980898"/>
    <w:rsid w:val="009829C1"/>
    <w:rsid w:val="009848CA"/>
    <w:rsid w:val="00984E7E"/>
    <w:rsid w:val="00985561"/>
    <w:rsid w:val="00986139"/>
    <w:rsid w:val="009871B5"/>
    <w:rsid w:val="00987FE8"/>
    <w:rsid w:val="00991F9D"/>
    <w:rsid w:val="00992D1A"/>
    <w:rsid w:val="00992DD9"/>
    <w:rsid w:val="00995A5A"/>
    <w:rsid w:val="009968C5"/>
    <w:rsid w:val="009A1C29"/>
    <w:rsid w:val="009A23AB"/>
    <w:rsid w:val="009A2BD8"/>
    <w:rsid w:val="009A34B7"/>
    <w:rsid w:val="009A3870"/>
    <w:rsid w:val="009A4311"/>
    <w:rsid w:val="009A5A0A"/>
    <w:rsid w:val="009A6456"/>
    <w:rsid w:val="009A7B07"/>
    <w:rsid w:val="009B0422"/>
    <w:rsid w:val="009B101B"/>
    <w:rsid w:val="009B1322"/>
    <w:rsid w:val="009B1BAC"/>
    <w:rsid w:val="009B256F"/>
    <w:rsid w:val="009B2E07"/>
    <w:rsid w:val="009B6BEC"/>
    <w:rsid w:val="009C062E"/>
    <w:rsid w:val="009C33C7"/>
    <w:rsid w:val="009C3A24"/>
    <w:rsid w:val="009C409B"/>
    <w:rsid w:val="009C41E1"/>
    <w:rsid w:val="009C44BB"/>
    <w:rsid w:val="009C5809"/>
    <w:rsid w:val="009D081C"/>
    <w:rsid w:val="009D13CE"/>
    <w:rsid w:val="009D180E"/>
    <w:rsid w:val="009D1E9B"/>
    <w:rsid w:val="009D3382"/>
    <w:rsid w:val="009D3707"/>
    <w:rsid w:val="009D39E4"/>
    <w:rsid w:val="009D4FCE"/>
    <w:rsid w:val="009D6F6F"/>
    <w:rsid w:val="009D6FB9"/>
    <w:rsid w:val="009D70B0"/>
    <w:rsid w:val="009E013E"/>
    <w:rsid w:val="009E3225"/>
    <w:rsid w:val="009E3AA1"/>
    <w:rsid w:val="009E59F1"/>
    <w:rsid w:val="009E602E"/>
    <w:rsid w:val="009E62CE"/>
    <w:rsid w:val="009E6888"/>
    <w:rsid w:val="009E72EA"/>
    <w:rsid w:val="009F1D3B"/>
    <w:rsid w:val="009F222B"/>
    <w:rsid w:val="009F274A"/>
    <w:rsid w:val="009F28A8"/>
    <w:rsid w:val="009F3B8D"/>
    <w:rsid w:val="009F3C5F"/>
    <w:rsid w:val="009F431A"/>
    <w:rsid w:val="009F46C7"/>
    <w:rsid w:val="009F4F1A"/>
    <w:rsid w:val="009F6A39"/>
    <w:rsid w:val="009F6CF9"/>
    <w:rsid w:val="009F6E2A"/>
    <w:rsid w:val="009F7C1E"/>
    <w:rsid w:val="00A0027F"/>
    <w:rsid w:val="00A01CD8"/>
    <w:rsid w:val="00A023F3"/>
    <w:rsid w:val="00A056F1"/>
    <w:rsid w:val="00A1013E"/>
    <w:rsid w:val="00A10CE9"/>
    <w:rsid w:val="00A12A8F"/>
    <w:rsid w:val="00A13FAA"/>
    <w:rsid w:val="00A165CF"/>
    <w:rsid w:val="00A17218"/>
    <w:rsid w:val="00A17398"/>
    <w:rsid w:val="00A175A2"/>
    <w:rsid w:val="00A21A20"/>
    <w:rsid w:val="00A246CF"/>
    <w:rsid w:val="00A25D96"/>
    <w:rsid w:val="00A27708"/>
    <w:rsid w:val="00A27767"/>
    <w:rsid w:val="00A304B5"/>
    <w:rsid w:val="00A401F0"/>
    <w:rsid w:val="00A402AD"/>
    <w:rsid w:val="00A4052F"/>
    <w:rsid w:val="00A40F08"/>
    <w:rsid w:val="00A41BD8"/>
    <w:rsid w:val="00A42AA3"/>
    <w:rsid w:val="00A4366B"/>
    <w:rsid w:val="00A46573"/>
    <w:rsid w:val="00A51075"/>
    <w:rsid w:val="00A52A8F"/>
    <w:rsid w:val="00A52B84"/>
    <w:rsid w:val="00A5318D"/>
    <w:rsid w:val="00A53440"/>
    <w:rsid w:val="00A56694"/>
    <w:rsid w:val="00A60212"/>
    <w:rsid w:val="00A60B34"/>
    <w:rsid w:val="00A614F4"/>
    <w:rsid w:val="00A616E3"/>
    <w:rsid w:val="00A62EA6"/>
    <w:rsid w:val="00A650EA"/>
    <w:rsid w:val="00A67B56"/>
    <w:rsid w:val="00A67D5C"/>
    <w:rsid w:val="00A71314"/>
    <w:rsid w:val="00A72370"/>
    <w:rsid w:val="00A72D6A"/>
    <w:rsid w:val="00A72FD8"/>
    <w:rsid w:val="00A74638"/>
    <w:rsid w:val="00A74808"/>
    <w:rsid w:val="00A776CA"/>
    <w:rsid w:val="00A816AE"/>
    <w:rsid w:val="00A822D5"/>
    <w:rsid w:val="00A82A96"/>
    <w:rsid w:val="00A8319A"/>
    <w:rsid w:val="00A84072"/>
    <w:rsid w:val="00A8524E"/>
    <w:rsid w:val="00A85841"/>
    <w:rsid w:val="00A85BEE"/>
    <w:rsid w:val="00A87820"/>
    <w:rsid w:val="00A90369"/>
    <w:rsid w:val="00A95602"/>
    <w:rsid w:val="00A960CA"/>
    <w:rsid w:val="00AA0416"/>
    <w:rsid w:val="00AA07F2"/>
    <w:rsid w:val="00AA0B64"/>
    <w:rsid w:val="00AA10D5"/>
    <w:rsid w:val="00AA1284"/>
    <w:rsid w:val="00AA261C"/>
    <w:rsid w:val="00AA2A2B"/>
    <w:rsid w:val="00AA5D4D"/>
    <w:rsid w:val="00AA6E0D"/>
    <w:rsid w:val="00AA758D"/>
    <w:rsid w:val="00AB0AAA"/>
    <w:rsid w:val="00AB0BA3"/>
    <w:rsid w:val="00AB251B"/>
    <w:rsid w:val="00AB3489"/>
    <w:rsid w:val="00AB425B"/>
    <w:rsid w:val="00AB594D"/>
    <w:rsid w:val="00AB5BCC"/>
    <w:rsid w:val="00AB7621"/>
    <w:rsid w:val="00AC1480"/>
    <w:rsid w:val="00AC1F43"/>
    <w:rsid w:val="00AC2138"/>
    <w:rsid w:val="00AC2544"/>
    <w:rsid w:val="00AC3019"/>
    <w:rsid w:val="00AC31DA"/>
    <w:rsid w:val="00AC4AF5"/>
    <w:rsid w:val="00AC576B"/>
    <w:rsid w:val="00AC5927"/>
    <w:rsid w:val="00AC608E"/>
    <w:rsid w:val="00AC659A"/>
    <w:rsid w:val="00AC6EF1"/>
    <w:rsid w:val="00AC77E4"/>
    <w:rsid w:val="00AC78E1"/>
    <w:rsid w:val="00AC7AFC"/>
    <w:rsid w:val="00AC7E03"/>
    <w:rsid w:val="00AD0F6D"/>
    <w:rsid w:val="00AD2B7D"/>
    <w:rsid w:val="00AD315F"/>
    <w:rsid w:val="00AD4DBA"/>
    <w:rsid w:val="00AD5EAE"/>
    <w:rsid w:val="00AD6A9F"/>
    <w:rsid w:val="00AD7719"/>
    <w:rsid w:val="00AD7EB7"/>
    <w:rsid w:val="00AE1E5B"/>
    <w:rsid w:val="00AE28E3"/>
    <w:rsid w:val="00AE5555"/>
    <w:rsid w:val="00AE5962"/>
    <w:rsid w:val="00AE6ABB"/>
    <w:rsid w:val="00AE77BF"/>
    <w:rsid w:val="00AF13D5"/>
    <w:rsid w:val="00AF214C"/>
    <w:rsid w:val="00AF3C83"/>
    <w:rsid w:val="00AF45AB"/>
    <w:rsid w:val="00B0027C"/>
    <w:rsid w:val="00B009B3"/>
    <w:rsid w:val="00B01379"/>
    <w:rsid w:val="00B01742"/>
    <w:rsid w:val="00B02892"/>
    <w:rsid w:val="00B10484"/>
    <w:rsid w:val="00B1447E"/>
    <w:rsid w:val="00B14812"/>
    <w:rsid w:val="00B15E5B"/>
    <w:rsid w:val="00B160FA"/>
    <w:rsid w:val="00B16A44"/>
    <w:rsid w:val="00B16E64"/>
    <w:rsid w:val="00B220F5"/>
    <w:rsid w:val="00B2439C"/>
    <w:rsid w:val="00B2528A"/>
    <w:rsid w:val="00B25E03"/>
    <w:rsid w:val="00B274A9"/>
    <w:rsid w:val="00B274B0"/>
    <w:rsid w:val="00B300C1"/>
    <w:rsid w:val="00B32151"/>
    <w:rsid w:val="00B32F4C"/>
    <w:rsid w:val="00B373EE"/>
    <w:rsid w:val="00B37E67"/>
    <w:rsid w:val="00B42C42"/>
    <w:rsid w:val="00B46895"/>
    <w:rsid w:val="00B5099C"/>
    <w:rsid w:val="00B50F8B"/>
    <w:rsid w:val="00B51123"/>
    <w:rsid w:val="00B517E9"/>
    <w:rsid w:val="00B51E89"/>
    <w:rsid w:val="00B54CD0"/>
    <w:rsid w:val="00B569AB"/>
    <w:rsid w:val="00B56B88"/>
    <w:rsid w:val="00B5765C"/>
    <w:rsid w:val="00B57CF2"/>
    <w:rsid w:val="00B61202"/>
    <w:rsid w:val="00B62182"/>
    <w:rsid w:val="00B62ED6"/>
    <w:rsid w:val="00B6396C"/>
    <w:rsid w:val="00B643D4"/>
    <w:rsid w:val="00B6450B"/>
    <w:rsid w:val="00B64F18"/>
    <w:rsid w:val="00B66A38"/>
    <w:rsid w:val="00B66C59"/>
    <w:rsid w:val="00B70970"/>
    <w:rsid w:val="00B70973"/>
    <w:rsid w:val="00B7161B"/>
    <w:rsid w:val="00B74B2C"/>
    <w:rsid w:val="00B74D67"/>
    <w:rsid w:val="00B75416"/>
    <w:rsid w:val="00B803BC"/>
    <w:rsid w:val="00B82EAF"/>
    <w:rsid w:val="00B847F3"/>
    <w:rsid w:val="00B873B9"/>
    <w:rsid w:val="00B8742D"/>
    <w:rsid w:val="00B87B50"/>
    <w:rsid w:val="00B90B8E"/>
    <w:rsid w:val="00B90E38"/>
    <w:rsid w:val="00B90FD0"/>
    <w:rsid w:val="00B92FB1"/>
    <w:rsid w:val="00B934FD"/>
    <w:rsid w:val="00B9478D"/>
    <w:rsid w:val="00B978B9"/>
    <w:rsid w:val="00BA00C9"/>
    <w:rsid w:val="00BA67C8"/>
    <w:rsid w:val="00BA76BD"/>
    <w:rsid w:val="00BA7BF9"/>
    <w:rsid w:val="00BB016A"/>
    <w:rsid w:val="00BB1883"/>
    <w:rsid w:val="00BB2282"/>
    <w:rsid w:val="00BB2DCC"/>
    <w:rsid w:val="00BB2F74"/>
    <w:rsid w:val="00BB39DF"/>
    <w:rsid w:val="00BB545F"/>
    <w:rsid w:val="00BB5F9E"/>
    <w:rsid w:val="00BC08D2"/>
    <w:rsid w:val="00BC1608"/>
    <w:rsid w:val="00BC27DD"/>
    <w:rsid w:val="00BC2914"/>
    <w:rsid w:val="00BC3A33"/>
    <w:rsid w:val="00BC4DDF"/>
    <w:rsid w:val="00BD17C0"/>
    <w:rsid w:val="00BD2D85"/>
    <w:rsid w:val="00BD375D"/>
    <w:rsid w:val="00BD500E"/>
    <w:rsid w:val="00BD68F1"/>
    <w:rsid w:val="00BD7818"/>
    <w:rsid w:val="00BD7FDA"/>
    <w:rsid w:val="00BE250F"/>
    <w:rsid w:val="00BE2CAD"/>
    <w:rsid w:val="00BE2CCB"/>
    <w:rsid w:val="00BE3113"/>
    <w:rsid w:val="00BE5C12"/>
    <w:rsid w:val="00BF0394"/>
    <w:rsid w:val="00BF08E5"/>
    <w:rsid w:val="00BF0D4A"/>
    <w:rsid w:val="00BF0FCF"/>
    <w:rsid w:val="00BF1D75"/>
    <w:rsid w:val="00BF4238"/>
    <w:rsid w:val="00BF4818"/>
    <w:rsid w:val="00BF572C"/>
    <w:rsid w:val="00BF5977"/>
    <w:rsid w:val="00BF6944"/>
    <w:rsid w:val="00BF72A5"/>
    <w:rsid w:val="00C00505"/>
    <w:rsid w:val="00C02982"/>
    <w:rsid w:val="00C03438"/>
    <w:rsid w:val="00C03F57"/>
    <w:rsid w:val="00C0704B"/>
    <w:rsid w:val="00C07CA1"/>
    <w:rsid w:val="00C10E75"/>
    <w:rsid w:val="00C13452"/>
    <w:rsid w:val="00C1434C"/>
    <w:rsid w:val="00C151BE"/>
    <w:rsid w:val="00C151EE"/>
    <w:rsid w:val="00C15667"/>
    <w:rsid w:val="00C159CF"/>
    <w:rsid w:val="00C20990"/>
    <w:rsid w:val="00C21B90"/>
    <w:rsid w:val="00C21E6F"/>
    <w:rsid w:val="00C22E05"/>
    <w:rsid w:val="00C23C45"/>
    <w:rsid w:val="00C247EB"/>
    <w:rsid w:val="00C263E2"/>
    <w:rsid w:val="00C2668A"/>
    <w:rsid w:val="00C272AB"/>
    <w:rsid w:val="00C31F14"/>
    <w:rsid w:val="00C33262"/>
    <w:rsid w:val="00C35228"/>
    <w:rsid w:val="00C35A18"/>
    <w:rsid w:val="00C35B3F"/>
    <w:rsid w:val="00C37F94"/>
    <w:rsid w:val="00C40013"/>
    <w:rsid w:val="00C402AC"/>
    <w:rsid w:val="00C402DC"/>
    <w:rsid w:val="00C431CA"/>
    <w:rsid w:val="00C46BCE"/>
    <w:rsid w:val="00C506C0"/>
    <w:rsid w:val="00C5227B"/>
    <w:rsid w:val="00C53DF8"/>
    <w:rsid w:val="00C54181"/>
    <w:rsid w:val="00C54A21"/>
    <w:rsid w:val="00C54D43"/>
    <w:rsid w:val="00C54E2F"/>
    <w:rsid w:val="00C55888"/>
    <w:rsid w:val="00C56F4C"/>
    <w:rsid w:val="00C57CE9"/>
    <w:rsid w:val="00C57EC4"/>
    <w:rsid w:val="00C60CA1"/>
    <w:rsid w:val="00C65C48"/>
    <w:rsid w:val="00C66EF0"/>
    <w:rsid w:val="00C705EA"/>
    <w:rsid w:val="00C718AA"/>
    <w:rsid w:val="00C723CE"/>
    <w:rsid w:val="00C723DC"/>
    <w:rsid w:val="00C72703"/>
    <w:rsid w:val="00C72BDD"/>
    <w:rsid w:val="00C7505D"/>
    <w:rsid w:val="00C75632"/>
    <w:rsid w:val="00C756DE"/>
    <w:rsid w:val="00C75EC4"/>
    <w:rsid w:val="00C77946"/>
    <w:rsid w:val="00C77D05"/>
    <w:rsid w:val="00C80A7F"/>
    <w:rsid w:val="00C80BDE"/>
    <w:rsid w:val="00C810B1"/>
    <w:rsid w:val="00C82DE1"/>
    <w:rsid w:val="00C83C9E"/>
    <w:rsid w:val="00C84142"/>
    <w:rsid w:val="00C848B0"/>
    <w:rsid w:val="00C86AB1"/>
    <w:rsid w:val="00C901D8"/>
    <w:rsid w:val="00C91042"/>
    <w:rsid w:val="00C915F6"/>
    <w:rsid w:val="00C96CC7"/>
    <w:rsid w:val="00CA292A"/>
    <w:rsid w:val="00CA2B55"/>
    <w:rsid w:val="00CA4122"/>
    <w:rsid w:val="00CA4485"/>
    <w:rsid w:val="00CA75D3"/>
    <w:rsid w:val="00CA7A88"/>
    <w:rsid w:val="00CB1478"/>
    <w:rsid w:val="00CB488A"/>
    <w:rsid w:val="00CB4A5E"/>
    <w:rsid w:val="00CB5406"/>
    <w:rsid w:val="00CB5E83"/>
    <w:rsid w:val="00CB748B"/>
    <w:rsid w:val="00CB74FB"/>
    <w:rsid w:val="00CC0CE6"/>
    <w:rsid w:val="00CC13D6"/>
    <w:rsid w:val="00CC167F"/>
    <w:rsid w:val="00CC1B51"/>
    <w:rsid w:val="00CC3723"/>
    <w:rsid w:val="00CC4CE1"/>
    <w:rsid w:val="00CC643B"/>
    <w:rsid w:val="00CC69E2"/>
    <w:rsid w:val="00CC777C"/>
    <w:rsid w:val="00CD15F7"/>
    <w:rsid w:val="00CD166E"/>
    <w:rsid w:val="00CD4A8B"/>
    <w:rsid w:val="00CD5356"/>
    <w:rsid w:val="00CD5A8F"/>
    <w:rsid w:val="00CD5DBF"/>
    <w:rsid w:val="00CD6910"/>
    <w:rsid w:val="00CD791D"/>
    <w:rsid w:val="00CE0260"/>
    <w:rsid w:val="00CE0771"/>
    <w:rsid w:val="00CE178E"/>
    <w:rsid w:val="00CE35A3"/>
    <w:rsid w:val="00CE39FD"/>
    <w:rsid w:val="00CE4139"/>
    <w:rsid w:val="00CE4B6D"/>
    <w:rsid w:val="00CE5FED"/>
    <w:rsid w:val="00CE7095"/>
    <w:rsid w:val="00CF0662"/>
    <w:rsid w:val="00CF0CBC"/>
    <w:rsid w:val="00CF19E1"/>
    <w:rsid w:val="00CF260D"/>
    <w:rsid w:val="00CF293A"/>
    <w:rsid w:val="00CF2B1C"/>
    <w:rsid w:val="00CF3B5E"/>
    <w:rsid w:val="00CF4853"/>
    <w:rsid w:val="00CF594B"/>
    <w:rsid w:val="00CF6F3F"/>
    <w:rsid w:val="00CF798C"/>
    <w:rsid w:val="00D00475"/>
    <w:rsid w:val="00D02227"/>
    <w:rsid w:val="00D02C5D"/>
    <w:rsid w:val="00D03CC0"/>
    <w:rsid w:val="00D07D44"/>
    <w:rsid w:val="00D10E1B"/>
    <w:rsid w:val="00D1278C"/>
    <w:rsid w:val="00D1321F"/>
    <w:rsid w:val="00D13BDE"/>
    <w:rsid w:val="00D144A9"/>
    <w:rsid w:val="00D1732B"/>
    <w:rsid w:val="00D174FB"/>
    <w:rsid w:val="00D205CD"/>
    <w:rsid w:val="00D23957"/>
    <w:rsid w:val="00D248CC"/>
    <w:rsid w:val="00D2510E"/>
    <w:rsid w:val="00D25F24"/>
    <w:rsid w:val="00D25F95"/>
    <w:rsid w:val="00D265D9"/>
    <w:rsid w:val="00D3156C"/>
    <w:rsid w:val="00D326BA"/>
    <w:rsid w:val="00D34AD3"/>
    <w:rsid w:val="00D35396"/>
    <w:rsid w:val="00D37A7E"/>
    <w:rsid w:val="00D37F01"/>
    <w:rsid w:val="00D41A34"/>
    <w:rsid w:val="00D44A28"/>
    <w:rsid w:val="00D44D33"/>
    <w:rsid w:val="00D45362"/>
    <w:rsid w:val="00D46DE8"/>
    <w:rsid w:val="00D47A75"/>
    <w:rsid w:val="00D50ADC"/>
    <w:rsid w:val="00D51AA7"/>
    <w:rsid w:val="00D5226F"/>
    <w:rsid w:val="00D533D7"/>
    <w:rsid w:val="00D54C2A"/>
    <w:rsid w:val="00D55A61"/>
    <w:rsid w:val="00D55E2A"/>
    <w:rsid w:val="00D56081"/>
    <w:rsid w:val="00D57225"/>
    <w:rsid w:val="00D57C65"/>
    <w:rsid w:val="00D617EC"/>
    <w:rsid w:val="00D621C1"/>
    <w:rsid w:val="00D6464F"/>
    <w:rsid w:val="00D646DC"/>
    <w:rsid w:val="00D661FA"/>
    <w:rsid w:val="00D6653B"/>
    <w:rsid w:val="00D7018E"/>
    <w:rsid w:val="00D7084D"/>
    <w:rsid w:val="00D711DE"/>
    <w:rsid w:val="00D71E58"/>
    <w:rsid w:val="00D735B6"/>
    <w:rsid w:val="00D73A5C"/>
    <w:rsid w:val="00D75ADE"/>
    <w:rsid w:val="00D76014"/>
    <w:rsid w:val="00D76298"/>
    <w:rsid w:val="00D779B6"/>
    <w:rsid w:val="00D80B6E"/>
    <w:rsid w:val="00D8161E"/>
    <w:rsid w:val="00D8161F"/>
    <w:rsid w:val="00D81F9F"/>
    <w:rsid w:val="00D8217D"/>
    <w:rsid w:val="00D85EAB"/>
    <w:rsid w:val="00D8687C"/>
    <w:rsid w:val="00D9178C"/>
    <w:rsid w:val="00D94D55"/>
    <w:rsid w:val="00D96299"/>
    <w:rsid w:val="00D97469"/>
    <w:rsid w:val="00D97AE9"/>
    <w:rsid w:val="00DA0A5E"/>
    <w:rsid w:val="00DA27E1"/>
    <w:rsid w:val="00DA3126"/>
    <w:rsid w:val="00DA3E9A"/>
    <w:rsid w:val="00DA53E4"/>
    <w:rsid w:val="00DB0165"/>
    <w:rsid w:val="00DB0691"/>
    <w:rsid w:val="00DB0E0C"/>
    <w:rsid w:val="00DB141A"/>
    <w:rsid w:val="00DB1EC5"/>
    <w:rsid w:val="00DB1FFD"/>
    <w:rsid w:val="00DB5599"/>
    <w:rsid w:val="00DC1255"/>
    <w:rsid w:val="00DC2276"/>
    <w:rsid w:val="00DC2873"/>
    <w:rsid w:val="00DC4224"/>
    <w:rsid w:val="00DC4B91"/>
    <w:rsid w:val="00DC59BF"/>
    <w:rsid w:val="00DC7837"/>
    <w:rsid w:val="00DD1A17"/>
    <w:rsid w:val="00DE3594"/>
    <w:rsid w:val="00DE398B"/>
    <w:rsid w:val="00DE4772"/>
    <w:rsid w:val="00DE6041"/>
    <w:rsid w:val="00DE62D7"/>
    <w:rsid w:val="00DE72B9"/>
    <w:rsid w:val="00DE73E1"/>
    <w:rsid w:val="00DE7DC3"/>
    <w:rsid w:val="00DF09F6"/>
    <w:rsid w:val="00DF0A64"/>
    <w:rsid w:val="00DF196D"/>
    <w:rsid w:val="00DF2DCB"/>
    <w:rsid w:val="00DF3F91"/>
    <w:rsid w:val="00DF44E5"/>
    <w:rsid w:val="00DF544C"/>
    <w:rsid w:val="00DF6F2F"/>
    <w:rsid w:val="00DF7285"/>
    <w:rsid w:val="00E01532"/>
    <w:rsid w:val="00E0167C"/>
    <w:rsid w:val="00E02028"/>
    <w:rsid w:val="00E02186"/>
    <w:rsid w:val="00E02A07"/>
    <w:rsid w:val="00E03741"/>
    <w:rsid w:val="00E03B53"/>
    <w:rsid w:val="00E05653"/>
    <w:rsid w:val="00E06668"/>
    <w:rsid w:val="00E0703B"/>
    <w:rsid w:val="00E11991"/>
    <w:rsid w:val="00E14BD4"/>
    <w:rsid w:val="00E15CA0"/>
    <w:rsid w:val="00E1751F"/>
    <w:rsid w:val="00E22988"/>
    <w:rsid w:val="00E23363"/>
    <w:rsid w:val="00E23DC1"/>
    <w:rsid w:val="00E254B3"/>
    <w:rsid w:val="00E258F1"/>
    <w:rsid w:val="00E2734E"/>
    <w:rsid w:val="00E27DE3"/>
    <w:rsid w:val="00E300D0"/>
    <w:rsid w:val="00E30459"/>
    <w:rsid w:val="00E30A1C"/>
    <w:rsid w:val="00E30CEC"/>
    <w:rsid w:val="00E31AE0"/>
    <w:rsid w:val="00E32294"/>
    <w:rsid w:val="00E334C6"/>
    <w:rsid w:val="00E34243"/>
    <w:rsid w:val="00E346C1"/>
    <w:rsid w:val="00E34FE5"/>
    <w:rsid w:val="00E36E43"/>
    <w:rsid w:val="00E403B5"/>
    <w:rsid w:val="00E42BD3"/>
    <w:rsid w:val="00E4318C"/>
    <w:rsid w:val="00E43ACC"/>
    <w:rsid w:val="00E44C3D"/>
    <w:rsid w:val="00E4539A"/>
    <w:rsid w:val="00E45C6B"/>
    <w:rsid w:val="00E46855"/>
    <w:rsid w:val="00E50825"/>
    <w:rsid w:val="00E536BD"/>
    <w:rsid w:val="00E53DEB"/>
    <w:rsid w:val="00E555EB"/>
    <w:rsid w:val="00E55DD8"/>
    <w:rsid w:val="00E61600"/>
    <w:rsid w:val="00E6237C"/>
    <w:rsid w:val="00E63C35"/>
    <w:rsid w:val="00E6759A"/>
    <w:rsid w:val="00E70BEC"/>
    <w:rsid w:val="00E74025"/>
    <w:rsid w:val="00E74507"/>
    <w:rsid w:val="00E75E98"/>
    <w:rsid w:val="00E7653C"/>
    <w:rsid w:val="00E77A98"/>
    <w:rsid w:val="00E8012B"/>
    <w:rsid w:val="00E8057A"/>
    <w:rsid w:val="00E80E6B"/>
    <w:rsid w:val="00E819B8"/>
    <w:rsid w:val="00E81B8F"/>
    <w:rsid w:val="00E82456"/>
    <w:rsid w:val="00E8260C"/>
    <w:rsid w:val="00E82CBB"/>
    <w:rsid w:val="00E82DA0"/>
    <w:rsid w:val="00E853F2"/>
    <w:rsid w:val="00E86966"/>
    <w:rsid w:val="00E86A1E"/>
    <w:rsid w:val="00E87790"/>
    <w:rsid w:val="00E90124"/>
    <w:rsid w:val="00E91DFD"/>
    <w:rsid w:val="00E9351B"/>
    <w:rsid w:val="00E94C0A"/>
    <w:rsid w:val="00E9525E"/>
    <w:rsid w:val="00E954C8"/>
    <w:rsid w:val="00E9652E"/>
    <w:rsid w:val="00E97594"/>
    <w:rsid w:val="00EA1C32"/>
    <w:rsid w:val="00EA1DA2"/>
    <w:rsid w:val="00EA4E2A"/>
    <w:rsid w:val="00EA4FA8"/>
    <w:rsid w:val="00EA596C"/>
    <w:rsid w:val="00EA5E35"/>
    <w:rsid w:val="00EA648F"/>
    <w:rsid w:val="00EB1769"/>
    <w:rsid w:val="00EB4747"/>
    <w:rsid w:val="00EB50C6"/>
    <w:rsid w:val="00EB641B"/>
    <w:rsid w:val="00EB65E9"/>
    <w:rsid w:val="00EC103E"/>
    <w:rsid w:val="00EC12D4"/>
    <w:rsid w:val="00EC4202"/>
    <w:rsid w:val="00EC53EC"/>
    <w:rsid w:val="00EC5D1A"/>
    <w:rsid w:val="00EC5F81"/>
    <w:rsid w:val="00EC7624"/>
    <w:rsid w:val="00ED0747"/>
    <w:rsid w:val="00ED17C7"/>
    <w:rsid w:val="00ED2036"/>
    <w:rsid w:val="00ED2149"/>
    <w:rsid w:val="00ED2E90"/>
    <w:rsid w:val="00ED3CFB"/>
    <w:rsid w:val="00ED491B"/>
    <w:rsid w:val="00ED51B0"/>
    <w:rsid w:val="00ED7B7B"/>
    <w:rsid w:val="00EE18BD"/>
    <w:rsid w:val="00EE2456"/>
    <w:rsid w:val="00EE30E8"/>
    <w:rsid w:val="00EE5D08"/>
    <w:rsid w:val="00EF05BA"/>
    <w:rsid w:val="00EF209B"/>
    <w:rsid w:val="00EF258F"/>
    <w:rsid w:val="00F00B4C"/>
    <w:rsid w:val="00F00D7B"/>
    <w:rsid w:val="00F00FA3"/>
    <w:rsid w:val="00F0103C"/>
    <w:rsid w:val="00F0107B"/>
    <w:rsid w:val="00F05FAB"/>
    <w:rsid w:val="00F06582"/>
    <w:rsid w:val="00F078AD"/>
    <w:rsid w:val="00F11DE4"/>
    <w:rsid w:val="00F12F7E"/>
    <w:rsid w:val="00F168B9"/>
    <w:rsid w:val="00F17A4A"/>
    <w:rsid w:val="00F2055B"/>
    <w:rsid w:val="00F240A7"/>
    <w:rsid w:val="00F2569C"/>
    <w:rsid w:val="00F25D18"/>
    <w:rsid w:val="00F26194"/>
    <w:rsid w:val="00F31698"/>
    <w:rsid w:val="00F3304C"/>
    <w:rsid w:val="00F33155"/>
    <w:rsid w:val="00F37CA2"/>
    <w:rsid w:val="00F4315C"/>
    <w:rsid w:val="00F44D26"/>
    <w:rsid w:val="00F45521"/>
    <w:rsid w:val="00F469D5"/>
    <w:rsid w:val="00F46D19"/>
    <w:rsid w:val="00F50970"/>
    <w:rsid w:val="00F5284E"/>
    <w:rsid w:val="00F54F62"/>
    <w:rsid w:val="00F55804"/>
    <w:rsid w:val="00F600AA"/>
    <w:rsid w:val="00F60321"/>
    <w:rsid w:val="00F60704"/>
    <w:rsid w:val="00F6227D"/>
    <w:rsid w:val="00F62C30"/>
    <w:rsid w:val="00F630CE"/>
    <w:rsid w:val="00F63273"/>
    <w:rsid w:val="00F70191"/>
    <w:rsid w:val="00F7057F"/>
    <w:rsid w:val="00F70BBD"/>
    <w:rsid w:val="00F74D2C"/>
    <w:rsid w:val="00F76DB8"/>
    <w:rsid w:val="00F82881"/>
    <w:rsid w:val="00F84DDD"/>
    <w:rsid w:val="00F85FC8"/>
    <w:rsid w:val="00F861ED"/>
    <w:rsid w:val="00F93AEF"/>
    <w:rsid w:val="00F9434D"/>
    <w:rsid w:val="00F95998"/>
    <w:rsid w:val="00F95AB5"/>
    <w:rsid w:val="00F95D7F"/>
    <w:rsid w:val="00F96273"/>
    <w:rsid w:val="00F97621"/>
    <w:rsid w:val="00F9770A"/>
    <w:rsid w:val="00FA062C"/>
    <w:rsid w:val="00FA0940"/>
    <w:rsid w:val="00FA098B"/>
    <w:rsid w:val="00FA290A"/>
    <w:rsid w:val="00FA3D4E"/>
    <w:rsid w:val="00FA529B"/>
    <w:rsid w:val="00FB005A"/>
    <w:rsid w:val="00FB0577"/>
    <w:rsid w:val="00FB0FB4"/>
    <w:rsid w:val="00FB1852"/>
    <w:rsid w:val="00FB33E9"/>
    <w:rsid w:val="00FB4C1D"/>
    <w:rsid w:val="00FB50D3"/>
    <w:rsid w:val="00FB60E4"/>
    <w:rsid w:val="00FB618D"/>
    <w:rsid w:val="00FB61AB"/>
    <w:rsid w:val="00FB61E0"/>
    <w:rsid w:val="00FB6E71"/>
    <w:rsid w:val="00FB7946"/>
    <w:rsid w:val="00FC03FC"/>
    <w:rsid w:val="00FC050B"/>
    <w:rsid w:val="00FC09A9"/>
    <w:rsid w:val="00FC1B4F"/>
    <w:rsid w:val="00FC367D"/>
    <w:rsid w:val="00FC52DC"/>
    <w:rsid w:val="00FC66E8"/>
    <w:rsid w:val="00FD0D4E"/>
    <w:rsid w:val="00FD156D"/>
    <w:rsid w:val="00FD1AF5"/>
    <w:rsid w:val="00FD2215"/>
    <w:rsid w:val="00FD3777"/>
    <w:rsid w:val="00FD4EC2"/>
    <w:rsid w:val="00FD5BBD"/>
    <w:rsid w:val="00FD6CFC"/>
    <w:rsid w:val="00FD73B3"/>
    <w:rsid w:val="00FD7C79"/>
    <w:rsid w:val="00FE0BAE"/>
    <w:rsid w:val="00FE12C7"/>
    <w:rsid w:val="00FE1C2A"/>
    <w:rsid w:val="00FE2A23"/>
    <w:rsid w:val="00FE2ADC"/>
    <w:rsid w:val="00FE2E71"/>
    <w:rsid w:val="00FE38FD"/>
    <w:rsid w:val="00FE5098"/>
    <w:rsid w:val="00FE5E2E"/>
    <w:rsid w:val="00FF20C7"/>
    <w:rsid w:val="00FF3DAF"/>
    <w:rsid w:val="00FF4036"/>
    <w:rsid w:val="00FF50B9"/>
    <w:rsid w:val="00FF56B7"/>
    <w:rsid w:val="00FF56E2"/>
    <w:rsid w:val="00FF5A55"/>
    <w:rsid w:val="021CDCB4"/>
    <w:rsid w:val="03D3BF1C"/>
    <w:rsid w:val="0446E13E"/>
    <w:rsid w:val="04AC9A9E"/>
    <w:rsid w:val="07C910A1"/>
    <w:rsid w:val="08ADE5D2"/>
    <w:rsid w:val="08CB4198"/>
    <w:rsid w:val="0CC2A938"/>
    <w:rsid w:val="0F21A64C"/>
    <w:rsid w:val="1049274C"/>
    <w:rsid w:val="1198868F"/>
    <w:rsid w:val="1797F2E5"/>
    <w:rsid w:val="17BF0B22"/>
    <w:rsid w:val="18C55BB2"/>
    <w:rsid w:val="18C81F02"/>
    <w:rsid w:val="1A0A36A0"/>
    <w:rsid w:val="1C147E47"/>
    <w:rsid w:val="1E1BA523"/>
    <w:rsid w:val="2189B3D6"/>
    <w:rsid w:val="23DEF949"/>
    <w:rsid w:val="243E241E"/>
    <w:rsid w:val="26B3A811"/>
    <w:rsid w:val="272A9BB1"/>
    <w:rsid w:val="2756E8EB"/>
    <w:rsid w:val="2EC2DEBD"/>
    <w:rsid w:val="2F850B72"/>
    <w:rsid w:val="32294557"/>
    <w:rsid w:val="3261A02B"/>
    <w:rsid w:val="34236F76"/>
    <w:rsid w:val="36129528"/>
    <w:rsid w:val="365FF5D4"/>
    <w:rsid w:val="37ABCAF7"/>
    <w:rsid w:val="3813AE57"/>
    <w:rsid w:val="381921B0"/>
    <w:rsid w:val="3A9A0D03"/>
    <w:rsid w:val="3F364C5B"/>
    <w:rsid w:val="3FB72CB4"/>
    <w:rsid w:val="41056846"/>
    <w:rsid w:val="413AB12F"/>
    <w:rsid w:val="41C8D24B"/>
    <w:rsid w:val="425D4574"/>
    <w:rsid w:val="455BF3CF"/>
    <w:rsid w:val="4569A11D"/>
    <w:rsid w:val="4615931F"/>
    <w:rsid w:val="49F727BE"/>
    <w:rsid w:val="4A8F4774"/>
    <w:rsid w:val="4AA5A056"/>
    <w:rsid w:val="4D222B9D"/>
    <w:rsid w:val="4DEB783C"/>
    <w:rsid w:val="50AD3E95"/>
    <w:rsid w:val="5259986A"/>
    <w:rsid w:val="55AFA982"/>
    <w:rsid w:val="58588960"/>
    <w:rsid w:val="58A745AF"/>
    <w:rsid w:val="5B49CF36"/>
    <w:rsid w:val="5BCFF317"/>
    <w:rsid w:val="5D31AF56"/>
    <w:rsid w:val="5D59C3EC"/>
    <w:rsid w:val="5D734D8E"/>
    <w:rsid w:val="60480ED4"/>
    <w:rsid w:val="64521581"/>
    <w:rsid w:val="647C4D92"/>
    <w:rsid w:val="65DD838C"/>
    <w:rsid w:val="68F1AC3A"/>
    <w:rsid w:val="69DBC81C"/>
    <w:rsid w:val="6A196A38"/>
    <w:rsid w:val="70251909"/>
    <w:rsid w:val="708B4BB0"/>
    <w:rsid w:val="70AFA437"/>
    <w:rsid w:val="70C97CD0"/>
    <w:rsid w:val="72E2EC81"/>
    <w:rsid w:val="75220E51"/>
    <w:rsid w:val="774891CC"/>
    <w:rsid w:val="77C59C0C"/>
    <w:rsid w:val="77EABEE2"/>
    <w:rsid w:val="7B9C8E28"/>
    <w:rsid w:val="7CD81C42"/>
    <w:rsid w:val="7D05EFC6"/>
    <w:rsid w:val="7F73AF57"/>
    <w:rsid w:val="7FB718BB"/>
    <w:rsid w:val="7FF0FEA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67504FBD-AA85-4009-87BB-7DA1E38A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unhideWhenUsed="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semiHidden/>
    <w:unhideWhenUsed/>
    <w:rsid w:val="00245491"/>
    <w:pPr>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152843328">
      <w:bodyDiv w:val="1"/>
      <w:marLeft w:val="0"/>
      <w:marRight w:val="0"/>
      <w:marTop w:val="0"/>
      <w:marBottom w:val="0"/>
      <w:divBdr>
        <w:top w:val="none" w:sz="0" w:space="0" w:color="auto"/>
        <w:left w:val="none" w:sz="0" w:space="0" w:color="auto"/>
        <w:bottom w:val="none" w:sz="0" w:space="0" w:color="auto"/>
        <w:right w:val="none" w:sz="0" w:space="0" w:color="auto"/>
      </w:divBdr>
    </w:div>
    <w:div w:id="274217564">
      <w:bodyDiv w:val="1"/>
      <w:marLeft w:val="0"/>
      <w:marRight w:val="0"/>
      <w:marTop w:val="0"/>
      <w:marBottom w:val="0"/>
      <w:divBdr>
        <w:top w:val="none" w:sz="0" w:space="0" w:color="auto"/>
        <w:left w:val="none" w:sz="0" w:space="0" w:color="auto"/>
        <w:bottom w:val="none" w:sz="0" w:space="0" w:color="auto"/>
        <w:right w:val="none" w:sz="0" w:space="0" w:color="auto"/>
      </w:divBdr>
      <w:divsChild>
        <w:div w:id="2076080163">
          <w:marLeft w:val="0"/>
          <w:marRight w:val="0"/>
          <w:marTop w:val="0"/>
          <w:marBottom w:val="0"/>
          <w:divBdr>
            <w:top w:val="none" w:sz="0" w:space="0" w:color="auto"/>
            <w:left w:val="none" w:sz="0" w:space="0" w:color="auto"/>
            <w:bottom w:val="none" w:sz="0" w:space="0" w:color="auto"/>
            <w:right w:val="none" w:sz="0" w:space="0" w:color="auto"/>
          </w:divBdr>
          <w:divsChild>
            <w:div w:id="1585188411">
              <w:marLeft w:val="0"/>
              <w:marRight w:val="0"/>
              <w:marTop w:val="0"/>
              <w:marBottom w:val="0"/>
              <w:divBdr>
                <w:top w:val="none" w:sz="0" w:space="0" w:color="auto"/>
                <w:left w:val="none" w:sz="0" w:space="0" w:color="auto"/>
                <w:bottom w:val="none" w:sz="0" w:space="0" w:color="auto"/>
                <w:right w:val="none" w:sz="0" w:space="0" w:color="auto"/>
              </w:divBdr>
              <w:divsChild>
                <w:div w:id="1002199536">
                  <w:marLeft w:val="0"/>
                  <w:marRight w:val="0"/>
                  <w:marTop w:val="0"/>
                  <w:marBottom w:val="0"/>
                  <w:divBdr>
                    <w:top w:val="none" w:sz="0" w:space="0" w:color="auto"/>
                    <w:left w:val="none" w:sz="0" w:space="0" w:color="auto"/>
                    <w:bottom w:val="none" w:sz="0" w:space="0" w:color="auto"/>
                    <w:right w:val="none" w:sz="0" w:space="0" w:color="auto"/>
                  </w:divBdr>
                  <w:divsChild>
                    <w:div w:id="195849732">
                      <w:marLeft w:val="0"/>
                      <w:marRight w:val="0"/>
                      <w:marTop w:val="0"/>
                      <w:marBottom w:val="0"/>
                      <w:divBdr>
                        <w:top w:val="none" w:sz="0" w:space="0" w:color="auto"/>
                        <w:left w:val="none" w:sz="0" w:space="0" w:color="auto"/>
                        <w:bottom w:val="none" w:sz="0" w:space="0" w:color="auto"/>
                        <w:right w:val="none" w:sz="0" w:space="0" w:color="auto"/>
                      </w:divBdr>
                      <w:divsChild>
                        <w:div w:id="1276907555">
                          <w:marLeft w:val="0"/>
                          <w:marRight w:val="0"/>
                          <w:marTop w:val="0"/>
                          <w:marBottom w:val="0"/>
                          <w:divBdr>
                            <w:top w:val="none" w:sz="0" w:space="0" w:color="auto"/>
                            <w:left w:val="none" w:sz="0" w:space="0" w:color="auto"/>
                            <w:bottom w:val="none" w:sz="0" w:space="0" w:color="auto"/>
                            <w:right w:val="none" w:sz="0" w:space="0" w:color="auto"/>
                          </w:divBdr>
                          <w:divsChild>
                            <w:div w:id="90225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1072777786">
      <w:bodyDiv w:val="1"/>
      <w:marLeft w:val="0"/>
      <w:marRight w:val="0"/>
      <w:marTop w:val="0"/>
      <w:marBottom w:val="0"/>
      <w:divBdr>
        <w:top w:val="none" w:sz="0" w:space="0" w:color="auto"/>
        <w:left w:val="none" w:sz="0" w:space="0" w:color="auto"/>
        <w:bottom w:val="none" w:sz="0" w:space="0" w:color="auto"/>
        <w:right w:val="none" w:sz="0" w:space="0" w:color="auto"/>
      </w:divBdr>
    </w:div>
    <w:div w:id="1350719121">
      <w:bodyDiv w:val="1"/>
      <w:marLeft w:val="0"/>
      <w:marRight w:val="0"/>
      <w:marTop w:val="0"/>
      <w:marBottom w:val="0"/>
      <w:divBdr>
        <w:top w:val="none" w:sz="0" w:space="0" w:color="auto"/>
        <w:left w:val="none" w:sz="0" w:space="0" w:color="auto"/>
        <w:bottom w:val="none" w:sz="0" w:space="0" w:color="auto"/>
        <w:right w:val="none" w:sz="0" w:space="0" w:color="auto"/>
      </w:divBdr>
    </w:div>
    <w:div w:id="1533228794">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veryne.molard@renault-trucks.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af3b793-b434-4d1f-abd1-55ce4b5242b1"/>
    <lcf76f155ced4ddcb4097134ff3c332f xmlns="6b747f2e-b5ec-430c-a242-ab9a37deeb7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Collaboration Document" ma:contentTypeID="0x0101007A60771C5753A247A9E629B69FD0F51E080072DFD3B54DAA564AA38E27AC9CDFCE58" ma:contentTypeVersion="20" ma:contentTypeDescription="Create a new document." ma:contentTypeScope="" ma:versionID="f804d2eaf7cffa4cd2514d5265f8d0e6">
  <xsd:schema xmlns:xsd="http://www.w3.org/2001/XMLSchema" xmlns:xs="http://www.w3.org/2001/XMLSchema" xmlns:p="http://schemas.microsoft.com/office/2006/metadata/properties" xmlns:ns2="6b747f2e-b5ec-430c-a242-ab9a37deeb7e" xmlns:ns3="4f073b8c-e262-45a0-8b55-cd6962816508" xmlns:ns4="2af3b793-b434-4d1f-abd1-55ce4b5242b1" targetNamespace="http://schemas.microsoft.com/office/2006/metadata/properties" ma:root="true" ma:fieldsID="1c918d7f8b56db1833ddf08b3fe77b8a" ns2:_="" ns3:_="" ns4:_="">
    <xsd:import namespace="6b747f2e-b5ec-430c-a242-ab9a37deeb7e"/>
    <xsd:import namespace="4f073b8c-e262-45a0-8b55-cd6962816508"/>
    <xsd:import namespace="2af3b793-b434-4d1f-abd1-55ce4b5242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47f2e-b5ec-430c-a242-ab9a37deeb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bda035-400f-4ee0-8922-1075bdfe8b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073b8c-e262-45a0-8b55-cd696281650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f3b793-b434-4d1f-abd1-55ce4b5242b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649b034-afaa-4f6c-8704-a441d7036826}" ma:internalName="TaxCatchAll" ma:showField="CatchAllData" ma:web="4f073b8c-e262-45a0-8b55-cd69628165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F02172-EC5F-9D48-9557-04F75AB5639B}">
  <ds:schemaRefs>
    <ds:schemaRef ds:uri="http://schemas.openxmlformats.org/officeDocument/2006/bibliography"/>
  </ds:schemaRefs>
</ds:datastoreItem>
</file>

<file path=customXml/itemProps2.xml><?xml version="1.0" encoding="utf-8"?>
<ds:datastoreItem xmlns:ds="http://schemas.openxmlformats.org/officeDocument/2006/customXml" ds:itemID="{4333E2ED-2F5F-4C3E-B8EC-53E3909B412E}">
  <ds:schemaRefs>
    <ds:schemaRef ds:uri="http://schemas.microsoft.com/sharepoint/v3/contenttype/forms"/>
  </ds:schemaRefs>
</ds:datastoreItem>
</file>

<file path=customXml/itemProps3.xml><?xml version="1.0" encoding="utf-8"?>
<ds:datastoreItem xmlns:ds="http://schemas.openxmlformats.org/officeDocument/2006/customXml" ds:itemID="{00BA2C54-DFDC-4F98-A67B-58343400B191}">
  <ds:schemaRefs>
    <ds:schemaRef ds:uri="http://schemas.microsoft.com/office/2006/metadata/properties"/>
    <ds:schemaRef ds:uri="http://schemas.microsoft.com/office/infopath/2007/PartnerControls"/>
    <ds:schemaRef ds:uri="2af3b793-b434-4d1f-abd1-55ce4b5242b1"/>
    <ds:schemaRef ds:uri="6b747f2e-b5ec-430c-a242-ab9a37deeb7e"/>
  </ds:schemaRefs>
</ds:datastoreItem>
</file>

<file path=customXml/itemProps4.xml><?xml version="1.0" encoding="utf-8"?>
<ds:datastoreItem xmlns:ds="http://schemas.openxmlformats.org/officeDocument/2006/customXml" ds:itemID="{8F6E3DF6-322B-4681-A6F7-577F9D849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747f2e-b5ec-430c-a242-ab9a37deeb7e"/>
    <ds:schemaRef ds:uri="4f073b8c-e262-45a0-8b55-cd6962816508"/>
    <ds:schemaRef ds:uri="2af3b793-b434-4d1f-abd1-55ce4b5242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CP.dotx</Template>
  <TotalTime>5</TotalTime>
  <Pages>4</Pages>
  <Words>1472</Words>
  <Characters>8097</Characters>
  <Application>Microsoft Office Word</Application>
  <DocSecurity>0</DocSecurity>
  <Lines>67</Lines>
  <Paragraphs>19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Renault Trucks</Company>
  <LinksUpToDate>false</LinksUpToDate>
  <CharactersWithSpaces>9550</CharactersWithSpaces>
  <SharedDoc>false</SharedDoc>
  <HLinks>
    <vt:vector size="6" baseType="variant">
      <vt:variant>
        <vt:i4>589857</vt:i4>
      </vt:variant>
      <vt:variant>
        <vt:i4>0</vt:i4>
      </vt:variant>
      <vt:variant>
        <vt:i4>0</vt:i4>
      </vt:variant>
      <vt:variant>
        <vt:i4>5</vt:i4>
      </vt:variant>
      <vt:variant>
        <vt:lpwstr>mailto:severyne.molard@renault-trucks.com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Audiot Cassandre</cp:lastModifiedBy>
  <cp:revision>131</cp:revision>
  <dcterms:created xsi:type="dcterms:W3CDTF">2024-07-01T06:38:00Z</dcterms:created>
  <dcterms:modified xsi:type="dcterms:W3CDTF">2024-07-04T16:20:00Z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y fmtid="{D5CDD505-2E9C-101B-9397-08002B2CF9AE}" pid="9" name="ContentTypeId">
    <vt:lpwstr>0x0101007A60771C5753A247A9E629B69FD0F51E080072DFD3B54DAA564AA38E27AC9CDFCE58</vt:lpwstr>
  </property>
  <property fmtid="{D5CDD505-2E9C-101B-9397-08002B2CF9AE}" pid="10" name="MediaServiceImageTags">
    <vt:lpwstr/>
  </property>
</Properties>
</file>